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72D9A" w14:textId="3F2326BE" w:rsidR="00EC3A34" w:rsidRPr="00EC3A34" w:rsidRDefault="00EC3A34" w:rsidP="00EC3A34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EC3A34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1F31F9">
        <w:rPr>
          <w:rFonts w:ascii="Corbel" w:hAnsi="Corbel"/>
          <w:bCs/>
          <w:i/>
          <w:lang w:eastAsia="ar-SA"/>
        </w:rPr>
        <w:t>61</w:t>
      </w:r>
      <w:r w:rsidRPr="00EC3A34">
        <w:rPr>
          <w:rFonts w:ascii="Corbel" w:hAnsi="Corbel"/>
          <w:bCs/>
          <w:i/>
          <w:lang w:eastAsia="ar-SA"/>
        </w:rPr>
        <w:t>/202</w:t>
      </w:r>
      <w:r w:rsidR="001F31F9">
        <w:rPr>
          <w:rFonts w:ascii="Corbel" w:hAnsi="Corbel"/>
          <w:bCs/>
          <w:i/>
          <w:lang w:eastAsia="ar-SA"/>
        </w:rPr>
        <w:t>5</w:t>
      </w:r>
    </w:p>
    <w:p w14:paraId="4D9D558B" w14:textId="77777777" w:rsidR="00EC3A34" w:rsidRPr="00EC3A34" w:rsidRDefault="00EC3A34" w:rsidP="00EC3A34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C3A34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7E7A537" w14:textId="616D8B29" w:rsidR="00EC3A34" w:rsidRPr="00EC3A34" w:rsidRDefault="00EC3A34" w:rsidP="00EC3A34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C3A34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1F31F9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EC3A34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1F31F9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7CBA0226" w14:textId="77777777" w:rsidR="00EC3A34" w:rsidRPr="00EC3A34" w:rsidRDefault="00EC3A34" w:rsidP="00EC3A34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EC3A34">
        <w:rPr>
          <w:rFonts w:ascii="Corbel" w:hAnsi="Corbel"/>
          <w:i/>
          <w:sz w:val="20"/>
          <w:szCs w:val="20"/>
          <w:lang w:eastAsia="ar-SA"/>
        </w:rPr>
        <w:t>(skrajne daty</w:t>
      </w:r>
      <w:r w:rsidRPr="00EC3A34">
        <w:rPr>
          <w:rFonts w:ascii="Corbel" w:hAnsi="Corbel"/>
          <w:sz w:val="20"/>
          <w:szCs w:val="20"/>
          <w:lang w:eastAsia="ar-SA"/>
        </w:rPr>
        <w:t>)</w:t>
      </w:r>
    </w:p>
    <w:p w14:paraId="14447587" w14:textId="64A713C4" w:rsidR="00EC3A34" w:rsidRPr="00EC3A34" w:rsidRDefault="00EC3A34" w:rsidP="00EC3A34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EC3A34">
        <w:rPr>
          <w:rFonts w:ascii="Corbel" w:hAnsi="Corbel"/>
          <w:sz w:val="20"/>
          <w:szCs w:val="20"/>
          <w:lang w:eastAsia="ar-SA"/>
        </w:rPr>
        <w:t>Rok akademicki 202</w:t>
      </w:r>
      <w:r w:rsidR="001F31F9">
        <w:rPr>
          <w:rFonts w:ascii="Corbel" w:hAnsi="Corbel"/>
          <w:sz w:val="20"/>
          <w:szCs w:val="20"/>
          <w:lang w:eastAsia="ar-SA"/>
        </w:rPr>
        <w:t>6</w:t>
      </w:r>
      <w:r w:rsidRPr="00EC3A34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1F31F9">
        <w:rPr>
          <w:rFonts w:ascii="Corbel" w:hAnsi="Corbel"/>
          <w:sz w:val="20"/>
          <w:szCs w:val="20"/>
          <w:lang w:eastAsia="ar-SA"/>
        </w:rPr>
        <w:t>7</w:t>
      </w:r>
    </w:p>
    <w:p w14:paraId="531123FD" w14:textId="77777777" w:rsidR="00EC3A34" w:rsidRDefault="00EC3A34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53D60EEA" w14:textId="37FF2A93" w:rsidR="0085747A" w:rsidRPr="00F231A6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F231A6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F231A6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31A6" w:rsidRPr="00F231A6" w14:paraId="42B393D8" w14:textId="77777777" w:rsidTr="5857F644">
        <w:tc>
          <w:tcPr>
            <w:tcW w:w="2694" w:type="dxa"/>
            <w:vAlign w:val="center"/>
          </w:tcPr>
          <w:p w14:paraId="5606F8E7" w14:textId="77777777" w:rsidR="0085747A" w:rsidRPr="00F231A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87A436" w14:textId="30DF968B" w:rsidR="0085747A" w:rsidRPr="00F231A6" w:rsidRDefault="00A75C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  <w:t>Ochrona prawna własności intelektualnej</w:t>
            </w:r>
          </w:p>
        </w:tc>
      </w:tr>
      <w:tr w:rsidR="00F231A6" w:rsidRPr="00F231A6" w14:paraId="589D65E4" w14:textId="77777777" w:rsidTr="5857F644">
        <w:tc>
          <w:tcPr>
            <w:tcW w:w="2694" w:type="dxa"/>
            <w:vAlign w:val="center"/>
          </w:tcPr>
          <w:p w14:paraId="7E3B9257" w14:textId="77777777" w:rsidR="0085747A" w:rsidRPr="00F231A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6A21BE" w14:textId="0439F1C3" w:rsidR="0085747A" w:rsidRPr="00F231A6" w:rsidRDefault="005C1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</w:t>
            </w:r>
            <w:r w:rsidR="00A75C6C"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2</w:t>
            </w: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SO0</w:t>
            </w:r>
            <w:r w:rsidR="00A75C6C"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</w:tr>
      <w:tr w:rsidR="009038BB" w:rsidRPr="00F231A6" w14:paraId="706F8E87" w14:textId="77777777" w:rsidTr="5857F644">
        <w:tc>
          <w:tcPr>
            <w:tcW w:w="2694" w:type="dxa"/>
            <w:vAlign w:val="center"/>
          </w:tcPr>
          <w:p w14:paraId="295ABCF0" w14:textId="4B6933A9" w:rsidR="009038BB" w:rsidRPr="00F231A6" w:rsidRDefault="001F31F9" w:rsidP="009038B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N</w:t>
            </w:r>
            <w:r w:rsidR="009038BB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190F0640" w14:textId="7A4B1460" w:rsidR="009038BB" w:rsidRPr="00F231A6" w:rsidRDefault="001F31F9" w:rsidP="5857F6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Wydział Prawa i Administracji</w:t>
            </w:r>
          </w:p>
        </w:tc>
      </w:tr>
      <w:tr w:rsidR="009038BB" w:rsidRPr="00F231A6" w14:paraId="17BBF21D" w14:textId="77777777" w:rsidTr="5857F644">
        <w:tc>
          <w:tcPr>
            <w:tcW w:w="2694" w:type="dxa"/>
            <w:vAlign w:val="center"/>
          </w:tcPr>
          <w:p w14:paraId="02BBC39D" w14:textId="77777777" w:rsidR="009038BB" w:rsidRPr="00F231A6" w:rsidRDefault="009038BB" w:rsidP="009038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C072B" w14:textId="31557283" w:rsidR="009038BB" w:rsidRPr="00F231A6" w:rsidRDefault="001F31F9" w:rsidP="5857F6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Zakład Postępowania</w:t>
            </w:r>
            <w:r w:rsidR="009038BB" w:rsidRPr="5857F64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Cywilnego</w:t>
            </w:r>
          </w:p>
        </w:tc>
      </w:tr>
      <w:tr w:rsidR="00F231A6" w:rsidRPr="00F231A6" w14:paraId="455D9D0D" w14:textId="77777777" w:rsidTr="5857F644">
        <w:tc>
          <w:tcPr>
            <w:tcW w:w="2694" w:type="dxa"/>
            <w:vAlign w:val="center"/>
          </w:tcPr>
          <w:p w14:paraId="204405E6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A30758" w14:textId="0D8E25FA" w:rsidR="0085747A" w:rsidRPr="00F231A6" w:rsidRDefault="00AF5A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Administracja</w:t>
            </w:r>
          </w:p>
        </w:tc>
      </w:tr>
      <w:tr w:rsidR="00F231A6" w:rsidRPr="00F231A6" w14:paraId="00F0BBD8" w14:textId="77777777" w:rsidTr="5857F644">
        <w:tc>
          <w:tcPr>
            <w:tcW w:w="2694" w:type="dxa"/>
            <w:vAlign w:val="center"/>
          </w:tcPr>
          <w:p w14:paraId="335ECCB9" w14:textId="77777777" w:rsidR="0085747A" w:rsidRPr="00F231A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E0963E" w14:textId="3DFC841B" w:rsidR="0085747A" w:rsidRPr="00F231A6" w:rsidRDefault="00AF5A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="00A75C6C"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Stopnia </w:t>
            </w:r>
          </w:p>
        </w:tc>
      </w:tr>
      <w:tr w:rsidR="00F231A6" w:rsidRPr="00F231A6" w14:paraId="69BA9FDB" w14:textId="77777777" w:rsidTr="5857F644">
        <w:tc>
          <w:tcPr>
            <w:tcW w:w="2694" w:type="dxa"/>
            <w:vAlign w:val="center"/>
          </w:tcPr>
          <w:p w14:paraId="2E62EF7D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8A53B9" w14:textId="28F948ED" w:rsidR="0085747A" w:rsidRPr="00F231A6" w:rsidRDefault="00AF5A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F231A6" w:rsidRPr="00F231A6" w14:paraId="6F622EE7" w14:textId="77777777" w:rsidTr="5857F644">
        <w:tc>
          <w:tcPr>
            <w:tcW w:w="2694" w:type="dxa"/>
            <w:vAlign w:val="center"/>
          </w:tcPr>
          <w:p w14:paraId="37938D3B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9DEB8C" w14:textId="35C055C2" w:rsidR="0085747A" w:rsidRPr="00F231A6" w:rsidRDefault="004C2B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AF5AE0"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tacjonarny</w:t>
            </w:r>
          </w:p>
        </w:tc>
      </w:tr>
      <w:tr w:rsidR="00F231A6" w:rsidRPr="00F231A6" w14:paraId="68F6C8DC" w14:textId="77777777" w:rsidTr="5857F644">
        <w:tc>
          <w:tcPr>
            <w:tcW w:w="2694" w:type="dxa"/>
            <w:vAlign w:val="center"/>
          </w:tcPr>
          <w:p w14:paraId="24AE33FA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0CD290" w14:textId="786E198F" w:rsidR="0085747A" w:rsidRPr="00F231A6" w:rsidRDefault="005C19EF" w:rsidP="5857F6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5857F64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</w:t>
            </w:r>
            <w:r w:rsidR="001F31F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rok</w:t>
            </w:r>
            <w:r w:rsidR="567A25D3" w:rsidRPr="5857F64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/ </w:t>
            </w:r>
            <w:r w:rsidRPr="5857F64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="00391A3C" w:rsidRPr="5857F64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</w:t>
            </w:r>
            <w:r w:rsidR="001F31F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semestr</w:t>
            </w:r>
          </w:p>
        </w:tc>
      </w:tr>
      <w:tr w:rsidR="00F231A6" w:rsidRPr="00F231A6" w14:paraId="1E7C2995" w14:textId="77777777" w:rsidTr="5857F644">
        <w:tc>
          <w:tcPr>
            <w:tcW w:w="2694" w:type="dxa"/>
            <w:vAlign w:val="center"/>
          </w:tcPr>
          <w:p w14:paraId="5E848500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EF2C1E" w14:textId="782D2209" w:rsidR="0085747A" w:rsidRPr="00F231A6" w:rsidRDefault="004C2B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Przedmiot ogólny</w:t>
            </w:r>
          </w:p>
        </w:tc>
      </w:tr>
      <w:tr w:rsidR="00F231A6" w:rsidRPr="00F231A6" w14:paraId="58E1167F" w14:textId="77777777" w:rsidTr="5857F644">
        <w:tc>
          <w:tcPr>
            <w:tcW w:w="2694" w:type="dxa"/>
            <w:vAlign w:val="center"/>
          </w:tcPr>
          <w:p w14:paraId="1C53F2D4" w14:textId="77777777" w:rsidR="00923D7D" w:rsidRPr="00F231A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975D3F" w14:textId="130F8CBD" w:rsidR="00923D7D" w:rsidRPr="00F231A6" w:rsidRDefault="005C1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Polski </w:t>
            </w:r>
          </w:p>
        </w:tc>
      </w:tr>
      <w:tr w:rsidR="00F231A6" w:rsidRPr="00F231A6" w14:paraId="5E5185BC" w14:textId="77777777" w:rsidTr="5857F644">
        <w:tc>
          <w:tcPr>
            <w:tcW w:w="2694" w:type="dxa"/>
            <w:vAlign w:val="center"/>
          </w:tcPr>
          <w:p w14:paraId="4E28F375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10A9DF" w14:textId="3465D1C8" w:rsidR="0085747A" w:rsidRPr="00B61BBD" w:rsidRDefault="005C1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61BB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 hab. </w:t>
            </w:r>
            <w:r w:rsidR="001F31F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Anna Kościółek</w:t>
            </w:r>
            <w:r w:rsidRPr="00B61BB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</w:t>
            </w:r>
            <w:r w:rsidR="0076375D" w:rsidRPr="00B61BB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Pr="00B61BB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rof. UR</w:t>
            </w:r>
          </w:p>
        </w:tc>
      </w:tr>
      <w:tr w:rsidR="0076375D" w:rsidRPr="00F231A6" w14:paraId="7B76DB32" w14:textId="77777777" w:rsidTr="5857F644">
        <w:tc>
          <w:tcPr>
            <w:tcW w:w="2694" w:type="dxa"/>
            <w:vAlign w:val="center"/>
          </w:tcPr>
          <w:p w14:paraId="78846033" w14:textId="77777777" w:rsidR="0076375D" w:rsidRPr="00F231A6" w:rsidRDefault="0076375D" w:rsidP="007637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6B7BBE" w14:textId="2E932130" w:rsidR="0076375D" w:rsidRPr="00F231A6" w:rsidRDefault="0076375D" w:rsidP="00763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61BB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hab. Aneta Arkuszewska, prof. UR</w:t>
            </w:r>
          </w:p>
        </w:tc>
      </w:tr>
    </w:tbl>
    <w:p w14:paraId="19C40FB1" w14:textId="77777777" w:rsidR="0085747A" w:rsidRDefault="0085747A" w:rsidP="001F31F9">
      <w:pPr>
        <w:pStyle w:val="Podpunkty"/>
        <w:ind w:left="0"/>
        <w:rPr>
          <w:rFonts w:ascii="Corbel" w:hAnsi="Corbel"/>
          <w:b w:val="0"/>
          <w:i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F231A6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F231A6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F231A6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F231A6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F231A6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F231A6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14:paraId="6419BB0A" w14:textId="77777777" w:rsidR="001F31F9" w:rsidRPr="00F231A6" w:rsidRDefault="001F31F9" w:rsidP="001F31F9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78500407" w14:textId="3120C9D7" w:rsidR="0085747A" w:rsidRPr="00F231A6" w:rsidRDefault="0085747A" w:rsidP="001F31F9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F231A6">
        <w:rPr>
          <w:rFonts w:ascii="Corbel" w:hAnsi="Corbel"/>
          <w:color w:val="000000" w:themeColor="text1"/>
          <w:sz w:val="24"/>
          <w:szCs w:val="24"/>
        </w:rPr>
        <w:t>1</w:t>
      </w:r>
      <w:r w:rsidRPr="00F231A6">
        <w:rPr>
          <w:rFonts w:ascii="Corbel" w:hAnsi="Corbel"/>
          <w:color w:val="000000" w:themeColor="text1"/>
          <w:sz w:val="24"/>
          <w:szCs w:val="24"/>
        </w:rPr>
        <w:t>.</w:t>
      </w:r>
      <w:r w:rsidR="001F31F9">
        <w:rPr>
          <w:rFonts w:ascii="Corbel" w:hAnsi="Corbel"/>
          <w:color w:val="000000" w:themeColor="text1"/>
          <w:sz w:val="24"/>
          <w:szCs w:val="24"/>
        </w:rPr>
        <w:t xml:space="preserve"> </w:t>
      </w:r>
      <w:r w:rsidRPr="00F231A6">
        <w:rPr>
          <w:rFonts w:ascii="Corbel" w:hAnsi="Corbel"/>
          <w:color w:val="000000" w:themeColor="text1"/>
          <w:sz w:val="24"/>
          <w:szCs w:val="24"/>
        </w:rPr>
        <w:t>Formy zajęć dydaktycznych, wymiar godzin i punktów ECTS</w:t>
      </w:r>
    </w:p>
    <w:p w14:paraId="30B77881" w14:textId="77777777" w:rsidR="00923D7D" w:rsidRPr="00F231A6" w:rsidRDefault="00923D7D" w:rsidP="001F31F9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45"/>
        <w:gridCol w:w="780"/>
        <w:gridCol w:w="795"/>
        <w:gridCol w:w="716"/>
        <w:gridCol w:w="948"/>
        <w:gridCol w:w="1189"/>
        <w:gridCol w:w="1505"/>
      </w:tblGrid>
      <w:tr w:rsidR="00F231A6" w:rsidRPr="00F231A6" w14:paraId="134D0314" w14:textId="77777777" w:rsidTr="5857F644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BF5D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773805BC" w14:textId="77777777" w:rsidR="00015B8F" w:rsidRPr="00F231A6" w:rsidRDefault="002B5EA0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F231A6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0EAEB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0952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615D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E6B4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70E4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AB14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E65A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4B421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40FD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F231A6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F231A6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120D9A" w:rsidRPr="00F231A6" w14:paraId="50C3C527" w14:textId="77777777" w:rsidTr="001F31F9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CF97" w14:textId="16309694" w:rsidR="00015B8F" w:rsidRPr="00F231A6" w:rsidRDefault="005C19E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00391A3C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859D" w14:textId="1AD2DE3B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7C86" w14:textId="77777777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0C20" w14:textId="26A44511" w:rsidR="00015B8F" w:rsidRPr="00F231A6" w:rsidRDefault="00391A3C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139A" w14:textId="77777777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A4AE" w14:textId="77777777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87B8" w14:textId="77777777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75E3" w14:textId="77777777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959" w14:textId="77777777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CAE8" w14:textId="04D7C300" w:rsidR="00015B8F" w:rsidRPr="00F231A6" w:rsidRDefault="00477347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678D455" w14:textId="77777777" w:rsidR="00923D7D" w:rsidRPr="00F231A6" w:rsidRDefault="00923D7D" w:rsidP="001F31F9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547680CB" w14:textId="6719CC07" w:rsidR="0085747A" w:rsidRDefault="0085747A" w:rsidP="001F31F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F231A6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F231A6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F231A6">
        <w:rPr>
          <w:rFonts w:ascii="Corbel" w:hAnsi="Corbel"/>
          <w:smallCaps w:val="0"/>
          <w:color w:val="000000" w:themeColor="text1"/>
          <w:szCs w:val="24"/>
        </w:rPr>
        <w:tab/>
      </w:r>
      <w:r w:rsidRPr="00F231A6">
        <w:rPr>
          <w:rFonts w:ascii="Corbel" w:hAnsi="Corbel"/>
          <w:smallCaps w:val="0"/>
          <w:color w:val="000000" w:themeColor="text1"/>
          <w:szCs w:val="24"/>
        </w:rPr>
        <w:t>Sposób realizacji zajęć</w:t>
      </w:r>
    </w:p>
    <w:p w14:paraId="33D58801" w14:textId="77777777" w:rsidR="001F31F9" w:rsidRPr="00F231A6" w:rsidRDefault="001F31F9" w:rsidP="001F31F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78E763EF" w14:textId="3DD012CB" w:rsidR="00B1745E" w:rsidRPr="00F231A6" w:rsidRDefault="001F31F9" w:rsidP="001F31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smallCaps w:val="0"/>
          <w:color w:val="000000" w:themeColor="text1"/>
          <w:szCs w:val="24"/>
        </w:rPr>
        <w:t xml:space="preserve">X </w:t>
      </w:r>
      <w:r w:rsidR="00B1745E" w:rsidRPr="00F231A6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5FF1B1D9" w14:textId="6B91914F" w:rsidR="00B1745E" w:rsidRPr="00F231A6" w:rsidRDefault="001F31F9" w:rsidP="001F31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smallCaps w:val="0"/>
          <w:color w:val="000000" w:themeColor="text1"/>
          <w:szCs w:val="24"/>
        </w:rPr>
        <w:t xml:space="preserve">    </w:t>
      </w:r>
      <w:r w:rsidR="00B1745E" w:rsidRPr="00F231A6">
        <w:rPr>
          <w:rFonts w:ascii="Corbel" w:hAnsi="Corbel"/>
          <w:b w:val="0"/>
          <w:smallCaps w:val="0"/>
          <w:color w:val="000000" w:themeColor="text1"/>
          <w:szCs w:val="24"/>
        </w:rPr>
        <w:t>zajęcia realizowane z wykorzystaniem metod i technik kształcenia na odległość</w:t>
      </w:r>
    </w:p>
    <w:p w14:paraId="55E19B09" w14:textId="77777777" w:rsidR="0085747A" w:rsidRPr="00F231A6" w:rsidRDefault="0085747A" w:rsidP="001F31F9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4B05913E" w14:textId="55B9E94C" w:rsidR="00E22FBC" w:rsidRPr="00F231A6" w:rsidRDefault="00E22FBC" w:rsidP="001F31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1.3</w:t>
      </w:r>
      <w:r w:rsidR="001F31F9">
        <w:rPr>
          <w:rFonts w:ascii="Corbel" w:hAnsi="Corbel"/>
          <w:smallCaps w:val="0"/>
          <w:color w:val="000000" w:themeColor="text1"/>
          <w:szCs w:val="24"/>
        </w:rPr>
        <w:t>.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For</w:t>
      </w:r>
      <w:r w:rsidR="00445970" w:rsidRPr="00F231A6">
        <w:rPr>
          <w:rFonts w:ascii="Corbel" w:hAnsi="Corbel"/>
          <w:smallCaps w:val="0"/>
          <w:color w:val="000000" w:themeColor="text1"/>
          <w:szCs w:val="24"/>
        </w:rPr>
        <w:t>ma zaliczenia przedmiotu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05502177" w14:textId="77777777" w:rsidR="00EC3A34" w:rsidRDefault="00EC3A34" w:rsidP="001F31F9">
      <w:pPr>
        <w:pStyle w:val="Punktygwne"/>
        <w:spacing w:before="0" w:after="0"/>
        <w:rPr>
          <w:rFonts w:ascii="Corbel" w:hAnsi="Corbel"/>
          <w:color w:val="000000" w:themeColor="text1"/>
        </w:rPr>
      </w:pPr>
    </w:p>
    <w:p w14:paraId="70A9EEC5" w14:textId="71C0B56A" w:rsidR="00E960BB" w:rsidRPr="001F31F9" w:rsidRDefault="001F31F9" w:rsidP="001F31F9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color w:val="000000" w:themeColor="text1"/>
        </w:rPr>
      </w:pPr>
      <w:r>
        <w:rPr>
          <w:rFonts w:ascii="Corbel" w:hAnsi="Corbel"/>
          <w:b w:val="0"/>
          <w:bCs/>
          <w:smallCaps w:val="0"/>
          <w:color w:val="000000" w:themeColor="text1"/>
        </w:rPr>
        <w:t>Z</w:t>
      </w:r>
      <w:r w:rsidR="00B1745E" w:rsidRPr="001F31F9">
        <w:rPr>
          <w:rFonts w:ascii="Corbel" w:hAnsi="Corbel"/>
          <w:b w:val="0"/>
          <w:bCs/>
          <w:smallCaps w:val="0"/>
          <w:color w:val="000000" w:themeColor="text1"/>
        </w:rPr>
        <w:t>aliczenie z oceną</w:t>
      </w:r>
    </w:p>
    <w:p w14:paraId="0FD871C7" w14:textId="1EF8BF07" w:rsidR="5857F644" w:rsidRDefault="5857F644" w:rsidP="001F31F9">
      <w:pPr>
        <w:pStyle w:val="Punktygwne"/>
        <w:spacing w:before="0" w:after="0"/>
        <w:rPr>
          <w:rFonts w:ascii="Corbel" w:hAnsi="Corbel"/>
          <w:bCs/>
          <w:color w:val="000000" w:themeColor="text1"/>
          <w:szCs w:val="24"/>
        </w:rPr>
      </w:pPr>
    </w:p>
    <w:p w14:paraId="4239EF1B" w14:textId="08FC93FB" w:rsidR="00E960BB" w:rsidRPr="00F231A6" w:rsidRDefault="0085747A" w:rsidP="001F31F9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5857F644">
        <w:rPr>
          <w:rFonts w:ascii="Corbel" w:hAnsi="Corbel"/>
          <w:color w:val="000000" w:themeColor="text1"/>
        </w:rPr>
        <w:t>2.</w:t>
      </w:r>
      <w:r w:rsidR="001F31F9">
        <w:rPr>
          <w:rFonts w:ascii="Corbel" w:hAnsi="Corbel"/>
          <w:color w:val="000000" w:themeColor="text1"/>
        </w:rPr>
        <w:t xml:space="preserve"> </w:t>
      </w:r>
      <w:r w:rsidRPr="5857F644">
        <w:rPr>
          <w:rFonts w:ascii="Corbel" w:hAnsi="Corbel"/>
          <w:color w:val="000000" w:themeColor="text1"/>
        </w:rPr>
        <w:t xml:space="preserve">Wymagania wstępne </w:t>
      </w:r>
    </w:p>
    <w:p w14:paraId="57FD2C72" w14:textId="69621C6C" w:rsidR="5857F644" w:rsidRDefault="5857F644" w:rsidP="001F31F9">
      <w:pPr>
        <w:pStyle w:val="Punktygwne"/>
        <w:spacing w:before="0" w:after="0"/>
        <w:rPr>
          <w:rFonts w:ascii="Corbel" w:hAnsi="Corbel"/>
          <w:bCs/>
          <w:color w:val="000000" w:themeColor="text1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120D9A" w:rsidRPr="00F231A6" w14:paraId="5C8BEFF6" w14:textId="77777777" w:rsidTr="001F31F9">
        <w:trPr>
          <w:trHeight w:val="341"/>
        </w:trPr>
        <w:tc>
          <w:tcPr>
            <w:tcW w:w="9349" w:type="dxa"/>
            <w:vAlign w:val="center"/>
          </w:tcPr>
          <w:p w14:paraId="08C083C6" w14:textId="6D837545" w:rsidR="0085747A" w:rsidRPr="00F231A6" w:rsidRDefault="1D92ABF2" w:rsidP="001F31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Zakres wiedzy ze studiów I stopnia</w:t>
            </w:r>
          </w:p>
        </w:tc>
      </w:tr>
    </w:tbl>
    <w:p w14:paraId="7F819092" w14:textId="77777777" w:rsidR="00153C41" w:rsidRPr="00F231A6" w:rsidRDefault="00153C41" w:rsidP="001F31F9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289439EF" w14:textId="789BEEC4" w:rsidR="0085747A" w:rsidRPr="00F231A6" w:rsidRDefault="004C11B5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Cs w:val="24"/>
        </w:rPr>
        <w:br w:type="column"/>
      </w:r>
      <w:r w:rsidR="0071620A" w:rsidRPr="00F231A6">
        <w:rPr>
          <w:rFonts w:ascii="Corbel" w:hAnsi="Corbel"/>
          <w:color w:val="000000" w:themeColor="text1"/>
          <w:szCs w:val="24"/>
        </w:rPr>
        <w:lastRenderedPageBreak/>
        <w:t>3.</w:t>
      </w:r>
      <w:r w:rsidR="0085747A" w:rsidRPr="00F231A6">
        <w:rPr>
          <w:rFonts w:ascii="Corbel" w:hAnsi="Corbel"/>
          <w:color w:val="000000" w:themeColor="text1"/>
          <w:szCs w:val="24"/>
        </w:rPr>
        <w:t xml:space="preserve"> </w:t>
      </w:r>
      <w:r w:rsidR="00A84C85" w:rsidRPr="00F231A6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F231A6">
        <w:rPr>
          <w:rFonts w:ascii="Corbel" w:hAnsi="Corbel"/>
          <w:color w:val="000000" w:themeColor="text1"/>
          <w:szCs w:val="24"/>
        </w:rPr>
        <w:t>, treści Programowe i stosowane metody Dydaktyczne</w:t>
      </w:r>
    </w:p>
    <w:p w14:paraId="597F5A44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05B6D7BF" w14:textId="2F357D0F" w:rsidR="0085747A" w:rsidRPr="00F231A6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>3.1</w:t>
      </w:r>
      <w:r w:rsidR="001F31F9">
        <w:rPr>
          <w:rFonts w:ascii="Corbel" w:hAnsi="Corbel"/>
          <w:color w:val="000000" w:themeColor="text1"/>
          <w:sz w:val="24"/>
          <w:szCs w:val="24"/>
        </w:rPr>
        <w:t>.</w:t>
      </w:r>
      <w:r w:rsidRPr="00F231A6">
        <w:rPr>
          <w:rFonts w:ascii="Corbel" w:hAnsi="Corbel"/>
          <w:color w:val="000000" w:themeColor="text1"/>
          <w:sz w:val="24"/>
          <w:szCs w:val="24"/>
        </w:rPr>
        <w:t xml:space="preserve"> </w:t>
      </w:r>
      <w:r w:rsidR="00C05F44" w:rsidRPr="00F231A6">
        <w:rPr>
          <w:rFonts w:ascii="Corbel" w:hAnsi="Corbel"/>
          <w:color w:val="000000" w:themeColor="text1"/>
          <w:sz w:val="24"/>
          <w:szCs w:val="24"/>
        </w:rPr>
        <w:t>Cele przedmiotu</w:t>
      </w:r>
    </w:p>
    <w:p w14:paraId="527F6339" w14:textId="77777777" w:rsidR="00F83B28" w:rsidRPr="001F31F9" w:rsidRDefault="00F83B28" w:rsidP="009C54AE">
      <w:pPr>
        <w:pStyle w:val="Podpunkty"/>
        <w:rPr>
          <w:rFonts w:ascii="Corbel" w:hAnsi="Corbel"/>
          <w:b w:val="0"/>
          <w:iCs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231A6" w:rsidRPr="001F31F9" w14:paraId="15518C34" w14:textId="77777777" w:rsidTr="00923D7D">
        <w:tc>
          <w:tcPr>
            <w:tcW w:w="851" w:type="dxa"/>
            <w:vAlign w:val="center"/>
          </w:tcPr>
          <w:p w14:paraId="7C0E5B51" w14:textId="7F4A1A46" w:rsidR="0085747A" w:rsidRPr="001F31F9" w:rsidRDefault="0085747A" w:rsidP="001F31F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DD23BEB" w14:textId="4E9C6879" w:rsidR="0085747A" w:rsidRPr="001F31F9" w:rsidRDefault="00CF46AD" w:rsidP="001F31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Przedstawienie studentom</w:t>
            </w:r>
            <w:r w:rsidR="00477347"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79539B"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zawansowanych </w:t>
            </w: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teoretycznych wiadomości z zakresu prawa własności intelektualnej</w:t>
            </w:r>
          </w:p>
        </w:tc>
      </w:tr>
      <w:tr w:rsidR="00F231A6" w:rsidRPr="001F31F9" w14:paraId="31230D2C" w14:textId="77777777" w:rsidTr="00923D7D">
        <w:tc>
          <w:tcPr>
            <w:tcW w:w="851" w:type="dxa"/>
            <w:vAlign w:val="center"/>
          </w:tcPr>
          <w:p w14:paraId="747C5498" w14:textId="60A460F4" w:rsidR="0085747A" w:rsidRPr="001F31F9" w:rsidRDefault="00CF46AD" w:rsidP="001F31F9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0C643C7" w14:textId="1DAF9F73" w:rsidR="0085747A" w:rsidRPr="001F31F9" w:rsidRDefault="00CF46AD" w:rsidP="001F31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Znajomienie studentów z przepisami normatywnymi</w:t>
            </w:r>
            <w:r w:rsidR="00477347"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z zakresu prawa własności intelektualnej</w:t>
            </w:r>
          </w:p>
        </w:tc>
      </w:tr>
      <w:tr w:rsidR="00F231A6" w:rsidRPr="001F31F9" w14:paraId="0D46D670" w14:textId="77777777" w:rsidTr="00923D7D">
        <w:tc>
          <w:tcPr>
            <w:tcW w:w="851" w:type="dxa"/>
            <w:vAlign w:val="center"/>
          </w:tcPr>
          <w:p w14:paraId="28BD2FB2" w14:textId="5A8340FD" w:rsidR="0085747A" w:rsidRPr="001F31F9" w:rsidRDefault="0085747A" w:rsidP="001F31F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C</w:t>
            </w:r>
            <w:r w:rsidR="00CF46AD"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CDB89EA" w14:textId="3E0FF472" w:rsidR="0085747A" w:rsidRPr="001F31F9" w:rsidRDefault="00CF46AD" w:rsidP="001F31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Wypracowanie u studentów praktycznych umiejętności polegających na rozwiązywaniu konkretnych kazusów, obejmujących problematykę przedmiotu, </w:t>
            </w:r>
            <w:r w:rsid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br/>
            </w: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w</w:t>
            </w:r>
            <w:r w:rsidR="00CB6C4D"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efekcie przygotowanie studentów do samodzielnego stosowania</w:t>
            </w:r>
            <w:r w:rsidR="00477347"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przepisów prawnych z zakresu prawa własności intelektualnej </w:t>
            </w:r>
          </w:p>
        </w:tc>
      </w:tr>
    </w:tbl>
    <w:p w14:paraId="719D470C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9BB98B0" w14:textId="320B8716" w:rsidR="001D7B54" w:rsidRPr="00F231A6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t>3.2</w:t>
      </w:r>
      <w:r w:rsidR="001F31F9">
        <w:rPr>
          <w:rFonts w:ascii="Corbel" w:hAnsi="Corbel"/>
          <w:b/>
          <w:color w:val="000000" w:themeColor="text1"/>
          <w:sz w:val="24"/>
          <w:szCs w:val="24"/>
        </w:rPr>
        <w:t>.</w:t>
      </w:r>
      <w:r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1D7B54"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F231A6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F231A6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2CEB26AB" w14:textId="31438A95" w:rsidR="002913B3" w:rsidRPr="00F231A6" w:rsidRDefault="002913B3" w:rsidP="00440AEB">
      <w:pPr>
        <w:pStyle w:val="TableParagraph"/>
        <w:spacing w:line="254" w:lineRule="auto"/>
        <w:ind w:left="0" w:right="204"/>
        <w:rPr>
          <w:rFonts w:ascii="Corbel" w:hAnsi="Corbel"/>
          <w:color w:val="000000" w:themeColor="text1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F231A6" w:rsidRPr="00F231A6" w14:paraId="4F01736F" w14:textId="77777777" w:rsidTr="001F31F9">
        <w:tc>
          <w:tcPr>
            <w:tcW w:w="1447" w:type="dxa"/>
            <w:vAlign w:val="center"/>
          </w:tcPr>
          <w:p w14:paraId="0399D10B" w14:textId="77777777" w:rsidR="0085747A" w:rsidRPr="00F231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EF53863" w14:textId="77777777" w:rsidR="0085747A" w:rsidRPr="00F231A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080F9F1" w14:textId="77777777" w:rsidR="0085747A" w:rsidRPr="00F231A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F231A6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F231A6" w:rsidRPr="00F231A6" w14:paraId="40A91D06" w14:textId="77777777" w:rsidTr="001F31F9">
        <w:tc>
          <w:tcPr>
            <w:tcW w:w="1447" w:type="dxa"/>
          </w:tcPr>
          <w:p w14:paraId="05B63DD9" w14:textId="05217CA1" w:rsidR="0085747A" w:rsidRPr="00F231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EK_01</w:t>
            </w:r>
          </w:p>
        </w:tc>
        <w:tc>
          <w:tcPr>
            <w:tcW w:w="6208" w:type="dxa"/>
          </w:tcPr>
          <w:p w14:paraId="3B6F5D1D" w14:textId="32563CEE" w:rsidR="0085747A" w:rsidRPr="00F231A6" w:rsidRDefault="4CC267D8" w:rsidP="001F3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5BA3D758"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osiada zaawansowaną wiedzę ogólną w obszarze nauk społecznych z zakresu prawa i administracji oraz uporządkowaną i podbudowaną teoretycznie wiedzę obejmującą kluczowe zagadnienia, ekonomiczne,</w:t>
            </w:r>
            <w:r w:rsidR="001F31F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CA1789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polityczne oraz socjologiczne</w:t>
            </w:r>
            <w:r w:rsidR="002013C1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– związanie z przedmiotem ochrona własności intelektualnej</w:t>
            </w:r>
          </w:p>
        </w:tc>
        <w:tc>
          <w:tcPr>
            <w:tcW w:w="1865" w:type="dxa"/>
          </w:tcPr>
          <w:p w14:paraId="3A53EC9D" w14:textId="60D12565" w:rsidR="0085747A" w:rsidRPr="001F31F9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1F31F9">
              <w:rPr>
                <w:rFonts w:ascii="Corbel" w:hAnsi="Corbel"/>
                <w:b w:val="0"/>
                <w:bCs/>
                <w:color w:val="000000" w:themeColor="text1"/>
                <w:w w:val="89"/>
                <w:szCs w:val="24"/>
              </w:rPr>
              <w:t>K_W01</w:t>
            </w:r>
          </w:p>
        </w:tc>
      </w:tr>
      <w:tr w:rsidR="00F231A6" w:rsidRPr="00F231A6" w14:paraId="235F98C5" w14:textId="77777777" w:rsidTr="001F31F9">
        <w:trPr>
          <w:trHeight w:val="317"/>
        </w:trPr>
        <w:tc>
          <w:tcPr>
            <w:tcW w:w="1447" w:type="dxa"/>
          </w:tcPr>
          <w:p w14:paraId="7C2CB630" w14:textId="3AC2CE42" w:rsidR="0085747A" w:rsidRPr="00F231A6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CA1789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</w:t>
            </w:r>
          </w:p>
        </w:tc>
        <w:tc>
          <w:tcPr>
            <w:tcW w:w="6208" w:type="dxa"/>
          </w:tcPr>
          <w:p w14:paraId="5A565A6E" w14:textId="570223A9" w:rsidR="0085747A" w:rsidRPr="00F231A6" w:rsidRDefault="4CC267D8" w:rsidP="001F3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pojęcia i zasady z zakresu ochrony własności przemysłowej </w:t>
            </w:r>
            <w:r w:rsidR="001F31F9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i prawa autorskiego oraz zna zasady</w:t>
            </w:r>
            <w:r w:rsidR="001F31F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2013C1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zarządzania zasobami własności intelektualnej;</w:t>
            </w:r>
          </w:p>
        </w:tc>
        <w:tc>
          <w:tcPr>
            <w:tcW w:w="1865" w:type="dxa"/>
          </w:tcPr>
          <w:p w14:paraId="3DD805B4" w14:textId="304400DA" w:rsidR="0085747A" w:rsidRPr="001F31F9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1F31F9">
              <w:rPr>
                <w:rFonts w:ascii="Corbel" w:hAnsi="Corbel"/>
                <w:b w:val="0"/>
                <w:bCs/>
                <w:color w:val="000000" w:themeColor="text1"/>
                <w:w w:val="90"/>
                <w:szCs w:val="24"/>
              </w:rPr>
              <w:t>K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spacing w:val="3"/>
                <w:w w:val="90"/>
                <w:szCs w:val="24"/>
              </w:rPr>
              <w:t>_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w w:val="90"/>
                <w:szCs w:val="24"/>
              </w:rPr>
              <w:t>W08</w:t>
            </w:r>
          </w:p>
        </w:tc>
      </w:tr>
      <w:tr w:rsidR="00F231A6" w:rsidRPr="00F231A6" w14:paraId="4028D199" w14:textId="77777777" w:rsidTr="001F31F9">
        <w:trPr>
          <w:trHeight w:val="375"/>
        </w:trPr>
        <w:tc>
          <w:tcPr>
            <w:tcW w:w="1447" w:type="dxa"/>
          </w:tcPr>
          <w:p w14:paraId="67161621" w14:textId="17D33018" w:rsidR="002913B3" w:rsidRPr="00F231A6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2013C1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3</w:t>
            </w:r>
          </w:p>
        </w:tc>
        <w:tc>
          <w:tcPr>
            <w:tcW w:w="6208" w:type="dxa"/>
          </w:tcPr>
          <w:p w14:paraId="555BD54A" w14:textId="749216A2" w:rsidR="002913B3" w:rsidRPr="00F231A6" w:rsidRDefault="3D285B30" w:rsidP="001F3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4CC267D8"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ykazuje się specjalistycznymi umiejętnościami znajdowania podstaw prawnych, orzecznictwa i literatury dotyczącej badanych zagadnień oraz stosowania zasad etycznych, jak również samodzielnego proponowania rozwiązań konkretnego problemu i podejmowania rozstrzygnięć w obszarze ochrony własności intelektualnej</w:t>
            </w:r>
          </w:p>
        </w:tc>
        <w:tc>
          <w:tcPr>
            <w:tcW w:w="1865" w:type="dxa"/>
          </w:tcPr>
          <w:p w14:paraId="3F1267E7" w14:textId="35C4A1B4" w:rsidR="002913B3" w:rsidRPr="001F31F9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1F31F9">
              <w:rPr>
                <w:rFonts w:ascii="Corbel" w:hAnsi="Corbel"/>
                <w:b w:val="0"/>
                <w:bCs/>
                <w:color w:val="000000" w:themeColor="text1"/>
                <w:w w:val="89"/>
                <w:szCs w:val="24"/>
              </w:rPr>
              <w:t>K_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w w:val="92"/>
                <w:szCs w:val="24"/>
              </w:rPr>
              <w:t>U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w w:val="91"/>
                <w:szCs w:val="24"/>
              </w:rPr>
              <w:t>0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w w:val="90"/>
                <w:szCs w:val="24"/>
              </w:rPr>
              <w:t>4</w:t>
            </w:r>
          </w:p>
        </w:tc>
      </w:tr>
      <w:tr w:rsidR="00F231A6" w:rsidRPr="00F231A6" w14:paraId="0941D5CE" w14:textId="77777777" w:rsidTr="001F31F9">
        <w:trPr>
          <w:trHeight w:val="300"/>
        </w:trPr>
        <w:tc>
          <w:tcPr>
            <w:tcW w:w="1447" w:type="dxa"/>
          </w:tcPr>
          <w:p w14:paraId="7050D594" w14:textId="245E794E" w:rsidR="002913B3" w:rsidRPr="00F231A6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2013C1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6208" w:type="dxa"/>
          </w:tcPr>
          <w:p w14:paraId="681E8107" w14:textId="1BBBD196" w:rsidR="002913B3" w:rsidRPr="00F231A6" w:rsidRDefault="7C82327E" w:rsidP="001F3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4CC267D8"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otrafi ukierunkować swoje samokształcenie, rozumie potrzebę stałego dokształcania się i rozwoju osobistego,</w:t>
            </w:r>
            <w:r w:rsidR="001F31F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2013C1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samodzielnie pogłębiać i uzupełniać uzyskaną wiedzę i nabyte umiejętności</w:t>
            </w:r>
            <w:r w:rsidR="0079539B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zwracając uwagę na kontekst</w:t>
            </w:r>
            <w:r w:rsidR="001F31F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br/>
            </w:r>
            <w:r w:rsidR="0079539B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ewolucję ochrony prawnej własności intelektualnej</w:t>
            </w:r>
          </w:p>
        </w:tc>
        <w:tc>
          <w:tcPr>
            <w:tcW w:w="1865" w:type="dxa"/>
          </w:tcPr>
          <w:p w14:paraId="7548E9E4" w14:textId="2BB38E0A" w:rsidR="002913B3" w:rsidRPr="001F31F9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1F31F9">
              <w:rPr>
                <w:rFonts w:ascii="Corbel" w:hAnsi="Corbel"/>
                <w:b w:val="0"/>
                <w:bCs/>
                <w:color w:val="000000" w:themeColor="text1"/>
                <w:w w:val="90"/>
                <w:szCs w:val="24"/>
              </w:rPr>
              <w:t>K_</w:t>
            </w:r>
            <w:r w:rsidR="002013C1" w:rsidRPr="001F31F9">
              <w:rPr>
                <w:rFonts w:ascii="Corbel" w:hAnsi="Corbel"/>
                <w:b w:val="0"/>
                <w:bCs/>
                <w:color w:val="000000" w:themeColor="text1"/>
                <w:w w:val="90"/>
                <w:szCs w:val="24"/>
              </w:rPr>
              <w:t>U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w w:val="87"/>
                <w:szCs w:val="24"/>
              </w:rPr>
              <w:t>0</w:t>
            </w:r>
            <w:r w:rsidR="002013C1" w:rsidRPr="001F31F9">
              <w:rPr>
                <w:rFonts w:ascii="Corbel" w:hAnsi="Corbel"/>
                <w:b w:val="0"/>
                <w:bCs/>
                <w:color w:val="000000" w:themeColor="text1"/>
                <w:w w:val="87"/>
                <w:szCs w:val="24"/>
              </w:rPr>
              <w:t>9</w:t>
            </w:r>
          </w:p>
        </w:tc>
      </w:tr>
      <w:tr w:rsidR="00F231A6" w:rsidRPr="00F231A6" w14:paraId="4B429916" w14:textId="77777777" w:rsidTr="001F31F9">
        <w:trPr>
          <w:trHeight w:val="393"/>
        </w:trPr>
        <w:tc>
          <w:tcPr>
            <w:tcW w:w="1447" w:type="dxa"/>
          </w:tcPr>
          <w:p w14:paraId="6D2324A4" w14:textId="08589B5A" w:rsidR="002913B3" w:rsidRPr="00F231A6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2013C1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5</w:t>
            </w:r>
          </w:p>
        </w:tc>
        <w:tc>
          <w:tcPr>
            <w:tcW w:w="6208" w:type="dxa"/>
          </w:tcPr>
          <w:p w14:paraId="78418C34" w14:textId="0F642529" w:rsidR="002913B3" w:rsidRPr="00F231A6" w:rsidRDefault="7D087B8C" w:rsidP="001F3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przedsiębiorcz</w:t>
            </w:r>
            <w:r w:rsidR="4A6F3CC3"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o</w:t>
            </w: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kreatywn</w:t>
            </w:r>
            <w:r w:rsidR="4A6F3CC3"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ie myśli i</w:t>
            </w: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działa z wykorzystaniem wiedzy</w:t>
            </w:r>
            <w:r w:rsidR="4A6F3CC3"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obszaru prawa własności intelektualnej</w:t>
            </w: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zdobytej </w:t>
            </w:r>
            <w:r w:rsidR="001F31F9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w trakcie studiów;</w:t>
            </w:r>
          </w:p>
        </w:tc>
        <w:tc>
          <w:tcPr>
            <w:tcW w:w="1865" w:type="dxa"/>
          </w:tcPr>
          <w:p w14:paraId="05ACA500" w14:textId="2835DE7A" w:rsidR="002913B3" w:rsidRPr="001F31F9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1F31F9">
              <w:rPr>
                <w:rFonts w:ascii="Corbel" w:hAnsi="Corbel"/>
                <w:b w:val="0"/>
                <w:bCs/>
                <w:color w:val="000000" w:themeColor="text1"/>
                <w:w w:val="89"/>
                <w:szCs w:val="24"/>
              </w:rPr>
              <w:t>K_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w w:val="91"/>
                <w:szCs w:val="24"/>
              </w:rPr>
              <w:t>K0</w:t>
            </w:r>
            <w:r w:rsidR="002013C1" w:rsidRPr="001F31F9">
              <w:rPr>
                <w:rFonts w:ascii="Corbel" w:hAnsi="Corbel"/>
                <w:b w:val="0"/>
                <w:bCs/>
                <w:color w:val="000000" w:themeColor="text1"/>
                <w:w w:val="91"/>
                <w:szCs w:val="24"/>
              </w:rPr>
              <w:t>4</w:t>
            </w:r>
          </w:p>
        </w:tc>
      </w:tr>
    </w:tbl>
    <w:p w14:paraId="257470E5" w14:textId="77777777" w:rsidR="0085747A" w:rsidRPr="00F231A6" w:rsidRDefault="0085747A" w:rsidP="001F31F9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65C495E4" w14:textId="77777777" w:rsidR="001F31F9" w:rsidRDefault="001F31F9">
      <w:pPr>
        <w:spacing w:after="0" w:line="240" w:lineRule="auto"/>
        <w:rPr>
          <w:rFonts w:ascii="Corbel" w:hAnsi="Corbel"/>
          <w:b/>
          <w:color w:val="000000" w:themeColor="text1"/>
          <w:sz w:val="24"/>
          <w:szCs w:val="24"/>
        </w:rPr>
      </w:pPr>
      <w:r>
        <w:rPr>
          <w:rFonts w:ascii="Corbel" w:hAnsi="Corbel"/>
          <w:b/>
          <w:color w:val="000000" w:themeColor="text1"/>
          <w:sz w:val="24"/>
          <w:szCs w:val="24"/>
        </w:rPr>
        <w:br w:type="page"/>
      </w:r>
    </w:p>
    <w:p w14:paraId="7F1BC4EC" w14:textId="4E6A7984" w:rsidR="0085747A" w:rsidRDefault="00675843" w:rsidP="001F31F9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lastRenderedPageBreak/>
        <w:t>3.3</w:t>
      </w:r>
      <w:r w:rsidR="001F31F9">
        <w:rPr>
          <w:rFonts w:ascii="Corbel" w:hAnsi="Corbel"/>
          <w:b/>
          <w:color w:val="000000" w:themeColor="text1"/>
          <w:sz w:val="24"/>
          <w:szCs w:val="24"/>
        </w:rPr>
        <w:t>.</w:t>
      </w:r>
      <w:r w:rsidR="001D7B54"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F231A6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F231A6">
        <w:rPr>
          <w:rFonts w:ascii="Corbel" w:hAnsi="Corbel"/>
          <w:b/>
          <w:color w:val="000000" w:themeColor="text1"/>
          <w:sz w:val="24"/>
          <w:szCs w:val="24"/>
        </w:rPr>
        <w:t>reści programowe</w:t>
      </w:r>
    </w:p>
    <w:p w14:paraId="0C2A41EC" w14:textId="77777777" w:rsidR="001F31F9" w:rsidRPr="00F231A6" w:rsidRDefault="001F31F9" w:rsidP="001F31F9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color w:val="000000" w:themeColor="text1"/>
          <w:sz w:val="24"/>
          <w:szCs w:val="24"/>
        </w:rPr>
      </w:pPr>
    </w:p>
    <w:p w14:paraId="4CB9B4C6" w14:textId="12ED3A2B" w:rsidR="00675843" w:rsidRDefault="0085747A" w:rsidP="001F31F9">
      <w:pPr>
        <w:pStyle w:val="Akapitzlist"/>
        <w:numPr>
          <w:ilvl w:val="0"/>
          <w:numId w:val="1"/>
        </w:numPr>
        <w:spacing w:after="0" w:line="240" w:lineRule="auto"/>
        <w:ind w:firstLine="10"/>
        <w:contextualSpacing w:val="0"/>
        <w:jc w:val="both"/>
        <w:rPr>
          <w:rFonts w:ascii="Corbel" w:hAnsi="Corbel"/>
          <w:color w:val="000000" w:themeColor="text1"/>
          <w:sz w:val="24"/>
          <w:szCs w:val="24"/>
        </w:rPr>
      </w:pPr>
      <w:r w:rsidRPr="5857F644">
        <w:rPr>
          <w:rFonts w:ascii="Corbel" w:hAnsi="Corbel"/>
          <w:color w:val="000000" w:themeColor="text1"/>
          <w:sz w:val="24"/>
          <w:szCs w:val="24"/>
        </w:rPr>
        <w:t>Problematyka wykładu</w:t>
      </w:r>
    </w:p>
    <w:p w14:paraId="2DAADA93" w14:textId="77777777" w:rsidR="001F31F9" w:rsidRPr="00F231A6" w:rsidRDefault="001F31F9" w:rsidP="001F31F9">
      <w:pPr>
        <w:pStyle w:val="Akapitzlist"/>
        <w:spacing w:after="0" w:line="240" w:lineRule="auto"/>
        <w:ind w:left="928"/>
        <w:contextualSpacing w:val="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1F31F9" w:rsidRPr="00F231A6" w14:paraId="304FE818" w14:textId="77777777" w:rsidTr="001F31F9">
        <w:tc>
          <w:tcPr>
            <w:tcW w:w="9199" w:type="dxa"/>
          </w:tcPr>
          <w:p w14:paraId="2B211C85" w14:textId="77777777" w:rsidR="001F31F9" w:rsidRPr="00F231A6" w:rsidRDefault="001F31F9" w:rsidP="008F45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Treści merytoryczne:</w:t>
            </w:r>
          </w:p>
        </w:tc>
      </w:tr>
      <w:tr w:rsidR="001F31F9" w:rsidRPr="00F231A6" w14:paraId="4875CFBC" w14:textId="77777777" w:rsidTr="001F31F9">
        <w:tc>
          <w:tcPr>
            <w:tcW w:w="9199" w:type="dxa"/>
          </w:tcPr>
          <w:p w14:paraId="636C2FE2" w14:textId="211EB961" w:rsidR="001F31F9" w:rsidRPr="001F31F9" w:rsidRDefault="001F31F9" w:rsidP="008F45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color w:val="000000" w:themeColor="text1"/>
                <w:sz w:val="24"/>
                <w:szCs w:val="24"/>
              </w:rPr>
              <w:t>Nie dotyczy</w:t>
            </w:r>
          </w:p>
        </w:tc>
      </w:tr>
    </w:tbl>
    <w:p w14:paraId="3159968A" w14:textId="77777777" w:rsidR="0085747A" w:rsidRPr="00F231A6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54F1005A" w14:textId="77777777" w:rsidR="0085747A" w:rsidRDefault="0085747A" w:rsidP="00CA0176">
      <w:pPr>
        <w:pStyle w:val="Akapitzlist"/>
        <w:numPr>
          <w:ilvl w:val="0"/>
          <w:numId w:val="1"/>
        </w:numPr>
        <w:spacing w:line="240" w:lineRule="auto"/>
        <w:ind w:hanging="4"/>
        <w:rPr>
          <w:rFonts w:ascii="Corbel" w:hAnsi="Corbel"/>
          <w:color w:val="000000" w:themeColor="text1"/>
          <w:sz w:val="24"/>
          <w:szCs w:val="24"/>
        </w:rPr>
      </w:pPr>
      <w:r w:rsidRPr="5857F644">
        <w:rPr>
          <w:rFonts w:ascii="Corbel" w:hAnsi="Corbel"/>
          <w:color w:val="000000" w:themeColor="text1"/>
          <w:sz w:val="24"/>
          <w:szCs w:val="24"/>
        </w:rPr>
        <w:t>Problematyka ćwiczeń audytoryjnych, konwersatoryjnych, laboratoryjnych</w:t>
      </w:r>
      <w:r w:rsidR="009F4610" w:rsidRPr="5857F644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5857F644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14:paraId="5B69340C" w14:textId="77777777" w:rsidR="001F31F9" w:rsidRPr="00F231A6" w:rsidRDefault="001F31F9" w:rsidP="001F31F9">
      <w:pPr>
        <w:pStyle w:val="Akapitzlist"/>
        <w:spacing w:line="240" w:lineRule="auto"/>
        <w:ind w:left="928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F231A6" w:rsidRPr="00F231A6" w14:paraId="1D9FCC31" w14:textId="77777777" w:rsidTr="001F31F9">
        <w:tc>
          <w:tcPr>
            <w:tcW w:w="9185" w:type="dxa"/>
          </w:tcPr>
          <w:p w14:paraId="3EDF7532" w14:textId="77777777" w:rsidR="00B0706F" w:rsidRPr="00F231A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Treści merytoryczne:</w:t>
            </w:r>
          </w:p>
        </w:tc>
      </w:tr>
      <w:tr w:rsidR="00F231A6" w:rsidRPr="00F231A6" w14:paraId="4368AF02" w14:textId="77777777" w:rsidTr="001F31F9">
        <w:tc>
          <w:tcPr>
            <w:tcW w:w="9185" w:type="dxa"/>
          </w:tcPr>
          <w:p w14:paraId="1669432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Wprowadzenie do tematyki: </w:t>
            </w:r>
          </w:p>
          <w:p w14:paraId="5F41F05B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Podstawy prawa – pojęcia prawne, definicje </w:t>
            </w:r>
          </w:p>
          <w:p w14:paraId="7FAEADF1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Prawo własności intelektualnej w polskim systemie prawa </w:t>
            </w:r>
          </w:p>
          <w:p w14:paraId="6B54036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II. Pojęcie własności intelektualnej i praw autorskich oraz dóbr intelektualnych </w:t>
            </w:r>
          </w:p>
          <w:p w14:paraId="1113E5EF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Źródła prawa </w:t>
            </w:r>
          </w:p>
        </w:tc>
      </w:tr>
      <w:tr w:rsidR="00F231A6" w:rsidRPr="00F231A6" w14:paraId="1513378E" w14:textId="77777777" w:rsidTr="001F31F9">
        <w:trPr>
          <w:trHeight w:val="824"/>
        </w:trPr>
        <w:tc>
          <w:tcPr>
            <w:tcW w:w="9185" w:type="dxa"/>
          </w:tcPr>
          <w:p w14:paraId="220EA783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Prawa autorskie i prawa pokrewne w prawie polskim </w:t>
            </w:r>
          </w:p>
          <w:p w14:paraId="273D0084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Obszar prawa autorskiego </w:t>
            </w:r>
          </w:p>
          <w:p w14:paraId="6A499D12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Autorskie prawa osobiste </w:t>
            </w:r>
          </w:p>
          <w:p w14:paraId="251BA291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II. Ochrona autorskich praw osobistych </w:t>
            </w:r>
          </w:p>
          <w:p w14:paraId="3038652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III. Autorskie prawa majątkowe</w:t>
            </w:r>
          </w:p>
          <w:p w14:paraId="7E8D3FC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IV. Przeniesienie majątkowych praw autorskich </w:t>
            </w:r>
          </w:p>
          <w:p w14:paraId="0BD5122F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V. Ochrona autorskich praw majątkowych</w:t>
            </w:r>
          </w:p>
          <w:p w14:paraId="08275AD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VI. Ograniczenie ochrony majątkowego prawa autorskiego </w:t>
            </w:r>
          </w:p>
          <w:p w14:paraId="68D47B5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Prawa pokrewne </w:t>
            </w:r>
          </w:p>
          <w:p w14:paraId="3A8C89E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Prawa do </w:t>
            </w:r>
            <w:proofErr w:type="spellStart"/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wykonań</w:t>
            </w:r>
            <w:proofErr w:type="spellEnd"/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artystycznych </w:t>
            </w:r>
          </w:p>
          <w:p w14:paraId="3C933FD4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II. Prawa do fonogramów i wideogramów</w:t>
            </w:r>
          </w:p>
          <w:p w14:paraId="78048AD8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III. Prawa do nadań programów przez organizacje radiowe i telewizyjne </w:t>
            </w:r>
          </w:p>
          <w:p w14:paraId="614F70B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IV. Prawa do pierwszych wydań </w:t>
            </w:r>
          </w:p>
          <w:p w14:paraId="3FA3D3D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V. Prawa do wydań naukowych i krytycznych </w:t>
            </w:r>
          </w:p>
          <w:p w14:paraId="0B0334F4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VI. Ochrona praw pokrewnych</w:t>
            </w:r>
          </w:p>
        </w:tc>
      </w:tr>
      <w:tr w:rsidR="00F231A6" w:rsidRPr="00F231A6" w14:paraId="7EB96760" w14:textId="77777777" w:rsidTr="001F31F9">
        <w:trPr>
          <w:trHeight w:val="375"/>
        </w:trPr>
        <w:tc>
          <w:tcPr>
            <w:tcW w:w="9185" w:type="dxa"/>
          </w:tcPr>
          <w:p w14:paraId="1D46FDEE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Inne zagadnienia z zakresu własności intelektualnej</w:t>
            </w:r>
          </w:p>
          <w:p w14:paraId="478867E8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Internet a prawo autorskie </w:t>
            </w:r>
          </w:p>
          <w:p w14:paraId="5706FDF4" w14:textId="77777777" w:rsidR="00B0706F" w:rsidRPr="00CA0176" w:rsidRDefault="00B0706F" w:rsidP="5857F64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Zamieszczenie w Internecie utworów chronionych prawem autorskim i prawami pokrewnymi </w:t>
            </w:r>
          </w:p>
          <w:p w14:paraId="42496F34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II. Zapisywanie w pamięci komputera utworów z Internetu</w:t>
            </w:r>
          </w:p>
          <w:p w14:paraId="163BF782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III. Grafika stron internetowych </w:t>
            </w:r>
          </w:p>
          <w:p w14:paraId="1592F2FF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Internet a umowy na odległość </w:t>
            </w:r>
          </w:p>
          <w:p w14:paraId="4180E00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Ochrona baz danych </w:t>
            </w:r>
          </w:p>
          <w:p w14:paraId="081F39A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4. Nośniki optyczne </w:t>
            </w:r>
          </w:p>
          <w:p w14:paraId="30F34543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5. Organizacje zbiorowego zarządzania prawami autorskimi lub prawami pokrewnymi </w:t>
            </w:r>
          </w:p>
          <w:p w14:paraId="7FB4D86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(ZAIKS, Kopi-Pol)</w:t>
            </w:r>
          </w:p>
          <w:p w14:paraId="57DEE90B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6. Komisja Prawa Autorskiego </w:t>
            </w:r>
          </w:p>
          <w:p w14:paraId="1D9F2E21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7. Fundusz Promocji Kultury</w:t>
            </w:r>
          </w:p>
        </w:tc>
      </w:tr>
      <w:tr w:rsidR="00F231A6" w:rsidRPr="00F231A6" w14:paraId="3D7F9223" w14:textId="77777777" w:rsidTr="001F31F9">
        <w:trPr>
          <w:trHeight w:val="345"/>
        </w:trPr>
        <w:tc>
          <w:tcPr>
            <w:tcW w:w="9185" w:type="dxa"/>
          </w:tcPr>
          <w:p w14:paraId="29BFC15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Intelektualna własność przemysłowa </w:t>
            </w:r>
          </w:p>
          <w:p w14:paraId="3C68FD00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Patenty i wynalazki </w:t>
            </w:r>
          </w:p>
          <w:p w14:paraId="22BEAD09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Ograniczenia przedmiotowe </w:t>
            </w:r>
          </w:p>
          <w:p w14:paraId="0801096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Wynalazki, których wykorzystywanie byłoby sprzeczne z porządkiem publicznym lub </w:t>
            </w:r>
          </w:p>
          <w:p w14:paraId="2AD2E480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dobrymi obyczajami </w:t>
            </w:r>
          </w:p>
          <w:p w14:paraId="7794D6CB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Wynalazki biotechnologiczne inne</w:t>
            </w:r>
          </w:p>
          <w:p w14:paraId="240110D9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Odmiany roślin lub rasy zwierząt oraz czysto biologiczne sposoby hodowli roślin lub </w:t>
            </w:r>
          </w:p>
          <w:p w14:paraId="57F02C4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zwierząt </w:t>
            </w:r>
          </w:p>
          <w:p w14:paraId="33DF524C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Sposoby leczenia ludzi i zwierząt</w:t>
            </w:r>
          </w:p>
          <w:p w14:paraId="1964F16C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II. Ograniczenia formalne</w:t>
            </w:r>
          </w:p>
          <w:p w14:paraId="508E7E78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III. Uprawnienia z patentu</w:t>
            </w:r>
          </w:p>
          <w:p w14:paraId="0596B151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IV. Czym jest wynalazek?</w:t>
            </w:r>
          </w:p>
          <w:p w14:paraId="011D1D3D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V. Zgłoszenie wynalazku i uzyskanie patentu </w:t>
            </w:r>
          </w:p>
          <w:p w14:paraId="54F75219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Ograniczenia patentowe </w:t>
            </w:r>
          </w:p>
          <w:p w14:paraId="2F1577F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I. Zasada wyczerpania prawa</w:t>
            </w:r>
          </w:p>
          <w:p w14:paraId="65A8908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II. Nadużywanie prawa </w:t>
            </w:r>
          </w:p>
          <w:p w14:paraId="0EBD7BA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III. Licencja przymusowa</w:t>
            </w:r>
          </w:p>
          <w:p w14:paraId="163DDC7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IV. Ograniczenia co do wynalazków dotyczących środków komunikacji </w:t>
            </w:r>
          </w:p>
          <w:p w14:paraId="5E3F5B14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V. Stan zagrożenia interesów państwa </w:t>
            </w:r>
          </w:p>
          <w:p w14:paraId="3F9601A8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VI. Wynalazki do celów badawczych i doświadczalnych</w:t>
            </w:r>
          </w:p>
          <w:p w14:paraId="78CA5961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VII. Produkty ze względu na ich przeznaczenie</w:t>
            </w:r>
          </w:p>
          <w:p w14:paraId="05D3C5CB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VIII. Lek wykonany na receptę </w:t>
            </w:r>
          </w:p>
          <w:p w14:paraId="2857B16C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IX. Dobra wiara korzystającego </w:t>
            </w:r>
          </w:p>
          <w:p w14:paraId="473E4A4F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X. Posiadanie prawa do patentu </w:t>
            </w:r>
          </w:p>
          <w:p w14:paraId="3BB59CE1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Unieważnienie i wygaśnięcie patentu </w:t>
            </w:r>
          </w:p>
          <w:p w14:paraId="415037F5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4. Licencje </w:t>
            </w:r>
          </w:p>
        </w:tc>
      </w:tr>
      <w:tr w:rsidR="00F231A6" w:rsidRPr="00F231A6" w14:paraId="1D81001E" w14:textId="77777777" w:rsidTr="001F31F9">
        <w:trPr>
          <w:trHeight w:val="682"/>
        </w:trPr>
        <w:tc>
          <w:tcPr>
            <w:tcW w:w="9185" w:type="dxa"/>
          </w:tcPr>
          <w:p w14:paraId="6216244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Wzory użytkowe, wzory przemysłowe, znaki towarowe</w:t>
            </w:r>
          </w:p>
          <w:p w14:paraId="067A904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Wzór użytkowy </w:t>
            </w:r>
          </w:p>
          <w:p w14:paraId="26FE07DA" w14:textId="77777777" w:rsidR="00B0706F" w:rsidRPr="00CA0176" w:rsidRDefault="00B0706F" w:rsidP="00D90D35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Wzór przemysłowy </w:t>
            </w:r>
          </w:p>
          <w:p w14:paraId="7A800D09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Znak towarowy </w:t>
            </w:r>
          </w:p>
        </w:tc>
      </w:tr>
      <w:tr w:rsidR="00F231A6" w:rsidRPr="00F231A6" w14:paraId="6524B937" w14:textId="77777777" w:rsidTr="001F31F9">
        <w:trPr>
          <w:trHeight w:val="885"/>
        </w:trPr>
        <w:tc>
          <w:tcPr>
            <w:tcW w:w="9185" w:type="dxa"/>
          </w:tcPr>
          <w:p w14:paraId="78EE3D7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Topografia układów scalonych, projekty racjonalizatorskie, oznaczenia geograficzne. </w:t>
            </w:r>
          </w:p>
          <w:p w14:paraId="66B8CB68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Produkty lecznicze oraz produkty ochrony roślin </w:t>
            </w:r>
          </w:p>
          <w:p w14:paraId="5A60323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1. Topografia układów scalonych</w:t>
            </w:r>
          </w:p>
          <w:p w14:paraId="3773553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Projekty racjonalizatorskie </w:t>
            </w:r>
          </w:p>
          <w:p w14:paraId="5E99657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Oznaczenia geograficzne </w:t>
            </w:r>
          </w:p>
          <w:p w14:paraId="3DD66670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4. Produkty lecznicze oraz produkty ochrony roślin</w:t>
            </w:r>
          </w:p>
        </w:tc>
      </w:tr>
    </w:tbl>
    <w:p w14:paraId="4E720891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07BF75A0" w14:textId="649C7A5C" w:rsidR="0085747A" w:rsidRPr="00F231A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3.4</w:t>
      </w:r>
      <w:r w:rsidR="00CA0176">
        <w:rPr>
          <w:rFonts w:ascii="Corbel" w:hAnsi="Corbel"/>
          <w:smallCaps w:val="0"/>
          <w:color w:val="000000" w:themeColor="text1"/>
          <w:szCs w:val="24"/>
        </w:rPr>
        <w:t>.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Metody dydaktyczne</w:t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57103186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5AAC7CF6" w14:textId="620F13AE" w:rsidR="008C1D36" w:rsidRPr="00F231A6" w:rsidRDefault="008C1D36" w:rsidP="00CA0176">
      <w:pPr>
        <w:ind w:left="462"/>
        <w:rPr>
          <w:rFonts w:ascii="Corbel" w:hAnsi="Corbel"/>
          <w:b/>
          <w:color w:val="000000" w:themeColor="text1"/>
          <w:sz w:val="24"/>
          <w:szCs w:val="24"/>
        </w:rPr>
      </w:pPr>
      <w:r w:rsidRPr="5857F644">
        <w:rPr>
          <w:rFonts w:ascii="Corbel" w:hAnsi="Corbel"/>
          <w:b/>
          <w:bCs/>
          <w:color w:val="000000" w:themeColor="text1"/>
          <w:sz w:val="24"/>
          <w:szCs w:val="24"/>
        </w:rPr>
        <w:t xml:space="preserve">Konwersatorium: </w:t>
      </w:r>
      <w:r w:rsidRPr="5857F644">
        <w:rPr>
          <w:rFonts w:ascii="Corbel" w:hAnsi="Corbel"/>
          <w:color w:val="000000" w:themeColor="text1"/>
          <w:sz w:val="24"/>
          <w:szCs w:val="24"/>
        </w:rPr>
        <w:t>wykład problemowy, wykład konwersatoryjny, wykład z prezentacją multimedialną, metody kształcenia na odległość,</w:t>
      </w:r>
      <w:r w:rsidRPr="5857F644">
        <w:rPr>
          <w:rFonts w:ascii="Corbel" w:hAnsi="Corbel"/>
          <w:b/>
          <w:bCs/>
          <w:color w:val="000000" w:themeColor="text1"/>
          <w:sz w:val="24"/>
          <w:szCs w:val="24"/>
        </w:rPr>
        <w:t xml:space="preserve"> </w:t>
      </w:r>
      <w:r w:rsidRPr="5857F644">
        <w:rPr>
          <w:rFonts w:ascii="Corbel" w:hAnsi="Corbel"/>
          <w:color w:val="000000" w:themeColor="text1"/>
          <w:sz w:val="24"/>
          <w:szCs w:val="24"/>
        </w:rPr>
        <w:t xml:space="preserve">analiza tekstów z dyskusją, praca </w:t>
      </w:r>
      <w:r w:rsidR="00CA0176">
        <w:rPr>
          <w:rFonts w:ascii="Corbel" w:hAnsi="Corbel"/>
          <w:color w:val="000000" w:themeColor="text1"/>
          <w:sz w:val="24"/>
          <w:szCs w:val="24"/>
        </w:rPr>
        <w:br/>
      </w:r>
      <w:r w:rsidRPr="5857F644">
        <w:rPr>
          <w:rFonts w:ascii="Corbel" w:hAnsi="Corbel"/>
          <w:color w:val="000000" w:themeColor="text1"/>
          <w:sz w:val="24"/>
          <w:szCs w:val="24"/>
        </w:rPr>
        <w:t xml:space="preserve">w grupach (rozwiązywanie zadań, dyskusja), przygotowanie prezentacji multimedialnej. Prowokowanie do rozmów oraz dyskusji, w trakcie których uczestnicy zajęć wyrażają opinie poparte posiadaną wiedzą. Ewentualna praca w grupach związana z analizą konkretnych stanów faktycznych w odniesieniu do omawianych zagadnień ochrony prawnej własności intelektualnej. </w:t>
      </w:r>
    </w:p>
    <w:p w14:paraId="014AB7E1" w14:textId="77777777" w:rsidR="00E960BB" w:rsidRPr="00F231A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7554904E" w14:textId="77777777" w:rsidR="00CA0176" w:rsidRDefault="00CA0176">
      <w:pPr>
        <w:spacing w:after="0" w:line="240" w:lineRule="auto"/>
        <w:rPr>
          <w:rFonts w:ascii="Corbel" w:hAnsi="Corbel"/>
          <w:b/>
          <w:color w:val="000000" w:themeColor="text1"/>
          <w:sz w:val="24"/>
          <w:szCs w:val="24"/>
        </w:rPr>
      </w:pPr>
      <w:r>
        <w:rPr>
          <w:rFonts w:ascii="Corbel" w:hAnsi="Corbel"/>
          <w:smallCaps/>
          <w:color w:val="000000" w:themeColor="text1"/>
          <w:szCs w:val="24"/>
        </w:rPr>
        <w:br w:type="page"/>
      </w:r>
    </w:p>
    <w:p w14:paraId="2A7CF174" w14:textId="0E4E8518" w:rsidR="0085747A" w:rsidRPr="00F231A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lastRenderedPageBreak/>
        <w:t xml:space="preserve">4. </w:t>
      </w:r>
      <w:r w:rsidR="0085747A" w:rsidRPr="00F231A6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F231A6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1647CA42" w14:textId="77777777" w:rsidR="00923D7D" w:rsidRPr="00F231A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5B270028" w14:textId="7772E881" w:rsidR="0085747A" w:rsidRPr="00F231A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4.1</w:t>
      </w:r>
      <w:r w:rsidR="00CA0176">
        <w:rPr>
          <w:rFonts w:ascii="Corbel" w:hAnsi="Corbel"/>
          <w:smallCaps w:val="0"/>
          <w:color w:val="000000" w:themeColor="text1"/>
          <w:szCs w:val="24"/>
        </w:rPr>
        <w:t>.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Sposoby weryfikacji efektów </w:t>
      </w:r>
      <w:r w:rsidR="00C05F44" w:rsidRPr="00F231A6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14:paraId="023DED3E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231A6" w:rsidRPr="00F231A6" w14:paraId="7ADBE9A1" w14:textId="77777777" w:rsidTr="002913B3">
        <w:tc>
          <w:tcPr>
            <w:tcW w:w="1962" w:type="dxa"/>
            <w:vAlign w:val="center"/>
          </w:tcPr>
          <w:p w14:paraId="1CC31222" w14:textId="77777777" w:rsidR="0085747A" w:rsidRPr="00F231A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29B5516" w14:textId="77777777" w:rsidR="0085747A" w:rsidRPr="00F231A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1C1BCFFC" w14:textId="77777777" w:rsidR="0085747A" w:rsidRPr="00F231A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85747A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206C9B8" w14:textId="77777777" w:rsidR="00923D7D" w:rsidRPr="00F231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09757A27" w14:textId="77777777" w:rsidR="0085747A" w:rsidRPr="00F231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F231A6" w:rsidRPr="00F231A6" w14:paraId="7236D16E" w14:textId="77777777" w:rsidTr="00CA0176">
        <w:trPr>
          <w:trHeight w:val="340"/>
        </w:trPr>
        <w:tc>
          <w:tcPr>
            <w:tcW w:w="1962" w:type="dxa"/>
          </w:tcPr>
          <w:p w14:paraId="6355C445" w14:textId="1136F268" w:rsidR="002913B3" w:rsidRPr="00CA0176" w:rsidRDefault="00CA0176" w:rsidP="002913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EK_01</w:t>
            </w:r>
          </w:p>
        </w:tc>
        <w:tc>
          <w:tcPr>
            <w:tcW w:w="5441" w:type="dxa"/>
          </w:tcPr>
          <w:p w14:paraId="6C5764AE" w14:textId="41EE4170" w:rsidR="002913B3" w:rsidRPr="00CA0176" w:rsidRDefault="00CA0176" w:rsidP="003B5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na ocenę</w:t>
            </w:r>
          </w:p>
        </w:tc>
        <w:tc>
          <w:tcPr>
            <w:tcW w:w="2117" w:type="dxa"/>
          </w:tcPr>
          <w:p w14:paraId="6FBE4A57" w14:textId="037D958A" w:rsidR="002913B3" w:rsidRPr="00CA0176" w:rsidRDefault="00CA0176" w:rsidP="008C1D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  <w:tr w:rsidR="00F231A6" w:rsidRPr="00F231A6" w14:paraId="5E1FA0E9" w14:textId="77777777" w:rsidTr="00CA0176">
        <w:trPr>
          <w:trHeight w:val="340"/>
        </w:trPr>
        <w:tc>
          <w:tcPr>
            <w:tcW w:w="1962" w:type="dxa"/>
          </w:tcPr>
          <w:p w14:paraId="0E6A7797" w14:textId="4BEFA667" w:rsidR="002913B3" w:rsidRPr="00CA0176" w:rsidRDefault="00CA0176" w:rsidP="002913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441" w:type="dxa"/>
          </w:tcPr>
          <w:p w14:paraId="257A928E" w14:textId="4859E9D9" w:rsidR="002913B3" w:rsidRPr="00CA0176" w:rsidRDefault="00CA0176" w:rsidP="003B5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6A551BFD" w14:textId="3BFC3D20" w:rsidR="002913B3" w:rsidRPr="00CA0176" w:rsidRDefault="00CA0176" w:rsidP="008C1D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  <w:tr w:rsidR="00F231A6" w:rsidRPr="00F231A6" w14:paraId="15DA3CC8" w14:textId="77777777" w:rsidTr="00CA0176">
        <w:trPr>
          <w:trHeight w:val="340"/>
        </w:trPr>
        <w:tc>
          <w:tcPr>
            <w:tcW w:w="1962" w:type="dxa"/>
          </w:tcPr>
          <w:p w14:paraId="7EE809DA" w14:textId="10DBAEC5" w:rsidR="002913B3" w:rsidRPr="00CA0176" w:rsidRDefault="00CA0176" w:rsidP="002913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441" w:type="dxa"/>
          </w:tcPr>
          <w:p w14:paraId="26CEDA98" w14:textId="7CBE7157" w:rsidR="002913B3" w:rsidRPr="00CA0176" w:rsidRDefault="00CA0176" w:rsidP="003B5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8A4D05C" w14:textId="2A6C5AA3" w:rsidR="002913B3" w:rsidRPr="00CA0176" w:rsidRDefault="00CA0176" w:rsidP="008C1D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  <w:tr w:rsidR="00F231A6" w:rsidRPr="00F231A6" w14:paraId="4CE689E3" w14:textId="77777777" w:rsidTr="00CA0176">
        <w:trPr>
          <w:trHeight w:val="340"/>
        </w:trPr>
        <w:tc>
          <w:tcPr>
            <w:tcW w:w="1962" w:type="dxa"/>
          </w:tcPr>
          <w:p w14:paraId="1B47CF27" w14:textId="7AE6D503" w:rsidR="00CB6C4D" w:rsidRPr="00CA0176" w:rsidRDefault="00CA0176" w:rsidP="00CB6C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5441" w:type="dxa"/>
          </w:tcPr>
          <w:p w14:paraId="2CE2CD68" w14:textId="01D36E22" w:rsidR="00CB6C4D" w:rsidRPr="00CA0176" w:rsidRDefault="00CA0176" w:rsidP="003B5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na ocenę</w:t>
            </w:r>
          </w:p>
        </w:tc>
        <w:tc>
          <w:tcPr>
            <w:tcW w:w="2117" w:type="dxa"/>
          </w:tcPr>
          <w:p w14:paraId="13EED824" w14:textId="2B19F4EE" w:rsidR="00CB6C4D" w:rsidRPr="00CA0176" w:rsidRDefault="00CA0176" w:rsidP="008C1D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  <w:tr w:rsidR="00F231A6" w:rsidRPr="00F231A6" w14:paraId="501599CC" w14:textId="77777777" w:rsidTr="00CA0176">
        <w:trPr>
          <w:trHeight w:val="340"/>
        </w:trPr>
        <w:tc>
          <w:tcPr>
            <w:tcW w:w="1962" w:type="dxa"/>
          </w:tcPr>
          <w:p w14:paraId="03EECDCC" w14:textId="4123EEAB" w:rsidR="00CB6C4D" w:rsidRPr="00CA0176" w:rsidRDefault="00CA0176" w:rsidP="00CB6C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441" w:type="dxa"/>
          </w:tcPr>
          <w:p w14:paraId="7B59B85D" w14:textId="3F7E1991" w:rsidR="00CB6C4D" w:rsidRPr="00CA0176" w:rsidRDefault="00CA0176" w:rsidP="003B5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3C02BCE6" w14:textId="2EFA22D6" w:rsidR="00CB6C4D" w:rsidRPr="00CA0176" w:rsidRDefault="00CA0176" w:rsidP="008C1D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14:paraId="3C0D6378" w14:textId="77777777" w:rsidR="00923D7D" w:rsidRPr="00F231A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8ADCBD5" w14:textId="1A87F608" w:rsidR="0085747A" w:rsidRPr="00F231A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4.2</w:t>
      </w:r>
      <w:r w:rsidR="00CA0176">
        <w:rPr>
          <w:rFonts w:ascii="Corbel" w:hAnsi="Corbel"/>
          <w:smallCaps w:val="0"/>
          <w:color w:val="000000" w:themeColor="text1"/>
          <w:szCs w:val="24"/>
        </w:rPr>
        <w:t>.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</w:t>
      </w:r>
      <w:r w:rsidR="0085747A" w:rsidRPr="00F231A6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F231A6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6E719107" w14:textId="77777777" w:rsidR="00923D7D" w:rsidRPr="00F231A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20D9A" w:rsidRPr="00F231A6" w14:paraId="35EA0E68" w14:textId="77777777" w:rsidTr="00923D7D">
        <w:tc>
          <w:tcPr>
            <w:tcW w:w="9670" w:type="dxa"/>
          </w:tcPr>
          <w:p w14:paraId="4FD71788" w14:textId="77777777" w:rsidR="00CA0176" w:rsidRPr="00CA0176" w:rsidRDefault="00CA0176" w:rsidP="00CA0176">
            <w:pPr>
              <w:spacing w:after="0" w:line="240" w:lineRule="auto"/>
              <w:rPr>
                <w:rFonts w:ascii="Corbel" w:hAnsi="Corbel"/>
                <w:b/>
                <w:color w:val="000000" w:themeColor="text1"/>
                <w:sz w:val="16"/>
                <w:szCs w:val="16"/>
              </w:rPr>
            </w:pPr>
          </w:p>
          <w:p w14:paraId="268F5D6D" w14:textId="43954078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Konwersatorium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Planowane jest jedno kolokwium/ zaliczenie na ocenę - w formie pisemnej, w tym testowej lub ustnej. Ocena z zaliczenia na ocenę zależna jest o liczby uzyskanych punktów. Na ocenę końcową, poza oceną z zaliczenia pisemnego, składają się również aktywność podczas zajęć, przygotowanie referatu lub prezentacji multimedialnej na zadany temat oraz obecność na zajęciach.</w:t>
            </w:r>
          </w:p>
          <w:p w14:paraId="64FFEC12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75% oceny stanowi wynik zaliczenia na ocenę, 25% ocena aktywności na zajęciach. </w:t>
            </w:r>
          </w:p>
          <w:p w14:paraId="491067B3" w14:textId="77777777" w:rsidR="007235FC" w:rsidRPr="00CA017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16"/>
                <w:szCs w:val="16"/>
              </w:rPr>
            </w:pPr>
          </w:p>
          <w:p w14:paraId="15670CDB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Punkty uzyskane na zaliczeniu na ocenę są przeliczane na procenty, którym odpowiada ocena:</w:t>
            </w:r>
          </w:p>
          <w:p w14:paraId="2D64E455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do 50% - niedostateczny,</w:t>
            </w:r>
          </w:p>
          <w:p w14:paraId="12986241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 51% - 60% - dostateczny,</w:t>
            </w:r>
          </w:p>
          <w:p w14:paraId="7AFE1520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 61% - 70% - dostateczny plus,</w:t>
            </w:r>
          </w:p>
          <w:p w14:paraId="007D71B4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- 71% - 80% - dobry,</w:t>
            </w:r>
          </w:p>
          <w:p w14:paraId="677FAA47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- 81% -  90% - dobry plus,</w:t>
            </w:r>
          </w:p>
          <w:p w14:paraId="27B46639" w14:textId="1D6BAFE5" w:rsidR="007235FC" w:rsidRPr="00F231A6" w:rsidRDefault="007235FC" w:rsidP="00CA01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 xml:space="preserve">- </w:t>
            </w:r>
            <w:r w:rsidRPr="00F231A6">
              <w:rPr>
                <w:rFonts w:ascii="Corbel" w:hAnsi="Corbel"/>
                <w:b w:val="0"/>
                <w:bCs/>
                <w:color w:val="000000" w:themeColor="text1"/>
                <w:szCs w:val="24"/>
              </w:rPr>
              <w:t xml:space="preserve">91% -  100% - </w:t>
            </w:r>
            <w:r w:rsidR="00CA0176" w:rsidRPr="00CA0176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bardzo dobry</w:t>
            </w:r>
          </w:p>
          <w:p w14:paraId="7BD5033C" w14:textId="4729B847" w:rsidR="0085747A" w:rsidRPr="00CA017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16"/>
                <w:szCs w:val="16"/>
              </w:rPr>
            </w:pPr>
          </w:p>
        </w:tc>
      </w:tr>
    </w:tbl>
    <w:p w14:paraId="6F377E20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EEE835E" w14:textId="77777777" w:rsidR="009F4610" w:rsidRPr="00F231A6" w:rsidRDefault="0085747A" w:rsidP="00CA0176">
      <w:pPr>
        <w:pStyle w:val="Bezodstpw"/>
        <w:ind w:left="284" w:hanging="284"/>
        <w:rPr>
          <w:rFonts w:ascii="Corbel" w:hAnsi="Corbel"/>
          <w:b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327CCC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F231A6" w:rsidRPr="00F231A6" w14:paraId="518AA99F" w14:textId="77777777" w:rsidTr="00CA0176">
        <w:tc>
          <w:tcPr>
            <w:tcW w:w="5132" w:type="dxa"/>
            <w:vAlign w:val="center"/>
          </w:tcPr>
          <w:p w14:paraId="70C0C533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2E5A1955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F231A6" w:rsidRPr="00F231A6" w14:paraId="10599085" w14:textId="77777777" w:rsidTr="00CA0176">
        <w:tc>
          <w:tcPr>
            <w:tcW w:w="5132" w:type="dxa"/>
          </w:tcPr>
          <w:p w14:paraId="4F9A0723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88" w:type="dxa"/>
          </w:tcPr>
          <w:p w14:paraId="6310A367" w14:textId="1667B267" w:rsidR="002913B3" w:rsidRPr="00F231A6" w:rsidRDefault="007235FC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Konwersatorium </w:t>
            </w:r>
            <w:r w:rsidR="002913B3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– </w:t>
            </w:r>
            <w:r w:rsidR="005E3B34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  <w:r w:rsidR="002913B3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godz. </w:t>
            </w:r>
          </w:p>
        </w:tc>
      </w:tr>
      <w:tr w:rsidR="00F231A6" w:rsidRPr="00F231A6" w14:paraId="07F2E0CF" w14:textId="77777777" w:rsidTr="00CA0176">
        <w:tc>
          <w:tcPr>
            <w:tcW w:w="5132" w:type="dxa"/>
          </w:tcPr>
          <w:p w14:paraId="5709F995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34B8BCF8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2E3648E4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Konsultacje – 3 godz. </w:t>
            </w:r>
          </w:p>
          <w:p w14:paraId="739721A6" w14:textId="09051579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oceną – 2 godz. </w:t>
            </w:r>
          </w:p>
        </w:tc>
      </w:tr>
      <w:tr w:rsidR="00F231A6" w:rsidRPr="00F231A6" w14:paraId="1C6ED59C" w14:textId="77777777" w:rsidTr="00CA0176">
        <w:tc>
          <w:tcPr>
            <w:tcW w:w="5132" w:type="dxa"/>
          </w:tcPr>
          <w:p w14:paraId="0BA71049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23288502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48351F3" w14:textId="77D64B0C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Przygotowanie do zajęć – </w:t>
            </w:r>
            <w:r w:rsidR="007235FC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godz. </w:t>
            </w:r>
          </w:p>
          <w:p w14:paraId="1CEBC846" w14:textId="1CD8C382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>Przygotowanie do zaliczenia</w:t>
            </w:r>
            <w:r w:rsidR="32F87299"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="575EDC8D"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1</w:t>
            </w:r>
            <w:r w:rsidR="725F82F7"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godz. </w:t>
            </w:r>
          </w:p>
        </w:tc>
      </w:tr>
      <w:tr w:rsidR="00F231A6" w:rsidRPr="00F231A6" w14:paraId="13E6EF36" w14:textId="77777777" w:rsidTr="00CA0176">
        <w:tc>
          <w:tcPr>
            <w:tcW w:w="5132" w:type="dxa"/>
          </w:tcPr>
          <w:p w14:paraId="630593A4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7FDEFD7" w14:textId="09B810C8" w:rsidR="002913B3" w:rsidRPr="00F231A6" w:rsidRDefault="575EDC8D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D050689"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F231A6" w:rsidRPr="00F231A6" w14:paraId="6BD9B01A" w14:textId="77777777" w:rsidTr="00CA0176">
        <w:trPr>
          <w:trHeight w:val="334"/>
        </w:trPr>
        <w:tc>
          <w:tcPr>
            <w:tcW w:w="5132" w:type="dxa"/>
          </w:tcPr>
          <w:p w14:paraId="1D73B7DF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B61A3E6" w14:textId="13F9B04C" w:rsidR="002913B3" w:rsidRPr="00F231A6" w:rsidRDefault="007235FC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5F79B9F8" w14:textId="77777777" w:rsidR="0085747A" w:rsidRPr="00F231A6" w:rsidRDefault="00923D7D" w:rsidP="00CA017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F231A6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F231A6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14:paraId="5BE04FA2" w14:textId="77777777" w:rsidR="003E1941" w:rsidRPr="00F231A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75BF34F" w14:textId="7E00DE3A" w:rsidR="0085747A" w:rsidRPr="00F231A6" w:rsidRDefault="0021572F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</w:rPr>
        <w:br w:type="column"/>
      </w:r>
      <w:r w:rsidR="0071620A" w:rsidRPr="5857F644">
        <w:rPr>
          <w:rFonts w:ascii="Corbel" w:hAnsi="Corbel"/>
          <w:smallCaps w:val="0"/>
          <w:color w:val="000000" w:themeColor="text1"/>
        </w:rPr>
        <w:lastRenderedPageBreak/>
        <w:t xml:space="preserve">6. </w:t>
      </w:r>
      <w:r w:rsidR="0085747A" w:rsidRPr="5857F644">
        <w:rPr>
          <w:rFonts w:ascii="Corbel" w:hAnsi="Corbel"/>
          <w:smallCaps w:val="0"/>
          <w:color w:val="000000" w:themeColor="text1"/>
        </w:rPr>
        <w:t>PRAKTYKI ZAWO</w:t>
      </w:r>
      <w:r w:rsidR="009D3F3B" w:rsidRPr="5857F644">
        <w:rPr>
          <w:rFonts w:ascii="Corbel" w:hAnsi="Corbel"/>
          <w:smallCaps w:val="0"/>
          <w:color w:val="000000" w:themeColor="text1"/>
        </w:rPr>
        <w:t>DOWE W RAMACH PRZEDMIOTU</w:t>
      </w:r>
    </w:p>
    <w:p w14:paraId="3255E2C9" w14:textId="6E591C2F" w:rsidR="5857F644" w:rsidRDefault="5857F644" w:rsidP="5857F644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CA0176" w:rsidRPr="00532CBC" w14:paraId="66863E36" w14:textId="77777777" w:rsidTr="00CA0176">
        <w:trPr>
          <w:trHeight w:val="397"/>
        </w:trPr>
        <w:tc>
          <w:tcPr>
            <w:tcW w:w="3940" w:type="dxa"/>
          </w:tcPr>
          <w:p w14:paraId="7641E0AF" w14:textId="77777777" w:rsidR="00CA0176" w:rsidRPr="00532CBC" w:rsidRDefault="00CA0176" w:rsidP="008F4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5596C7" w14:textId="77777777" w:rsidR="00CA0176" w:rsidRPr="00532CBC" w:rsidRDefault="00CA0176" w:rsidP="008F4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CA0176" w:rsidRPr="00532CBC" w14:paraId="6DA0949A" w14:textId="77777777" w:rsidTr="00CA0176">
        <w:trPr>
          <w:trHeight w:val="397"/>
        </w:trPr>
        <w:tc>
          <w:tcPr>
            <w:tcW w:w="3940" w:type="dxa"/>
          </w:tcPr>
          <w:p w14:paraId="470D895D" w14:textId="77777777" w:rsidR="00CA0176" w:rsidRPr="00532CBC" w:rsidRDefault="00CA0176" w:rsidP="008F4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D5B9644" w14:textId="77777777" w:rsidR="00CA0176" w:rsidRPr="00532CBC" w:rsidRDefault="00CA0176" w:rsidP="008F4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71D959" w14:textId="77777777" w:rsidR="00CA0176" w:rsidRPr="00532CBC" w:rsidRDefault="00CA0176" w:rsidP="00CA01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C78B4" w14:textId="77777777" w:rsidR="002913B3" w:rsidRPr="00F231A6" w:rsidRDefault="002913B3" w:rsidP="002913B3">
      <w:pPr>
        <w:pStyle w:val="Punktygwne"/>
        <w:spacing w:before="0" w:after="0"/>
        <w:ind w:left="360"/>
        <w:jc w:val="center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E53DACC" w14:textId="77777777" w:rsidR="0085747A" w:rsidRPr="00F231A6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F231A6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21FDB9F9" w14:textId="77777777" w:rsidR="00675843" w:rsidRPr="00F231A6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F231A6" w:rsidRPr="00F231A6" w14:paraId="75C08AA4" w14:textId="77777777" w:rsidTr="00CA0176">
        <w:trPr>
          <w:trHeight w:val="397"/>
        </w:trPr>
        <w:tc>
          <w:tcPr>
            <w:tcW w:w="7909" w:type="dxa"/>
          </w:tcPr>
          <w:p w14:paraId="4715F75B" w14:textId="77777777" w:rsidR="0085747A" w:rsidRPr="00F231A6" w:rsidRDefault="0085747A" w:rsidP="00CA017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</w:rPr>
            </w:pPr>
            <w:r w:rsidRPr="5857F644">
              <w:rPr>
                <w:rFonts w:ascii="Corbel" w:hAnsi="Corbel"/>
                <w:bCs/>
                <w:smallCaps w:val="0"/>
                <w:color w:val="000000" w:themeColor="text1"/>
              </w:rPr>
              <w:t>Literatura podstawowa:</w:t>
            </w:r>
          </w:p>
          <w:p w14:paraId="5F46CBB8" w14:textId="50B0CC5F" w:rsidR="5857F644" w:rsidRDefault="5857F644" w:rsidP="00CA017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</w:p>
          <w:p w14:paraId="19975BC7" w14:textId="3A5DC88C" w:rsidR="007235FC" w:rsidRPr="00F231A6" w:rsidRDefault="007235FC" w:rsidP="00CA0176">
            <w:pPr>
              <w:pStyle w:val="Punktygwne"/>
              <w:numPr>
                <w:ilvl w:val="1"/>
                <w:numId w:val="2"/>
              </w:numPr>
              <w:tabs>
                <w:tab w:val="clear" w:pos="643"/>
                <w:tab w:val="num" w:pos="319"/>
              </w:tabs>
              <w:spacing w:before="0" w:after="0"/>
              <w:ind w:left="319" w:hanging="283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G. Michniewicz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Ochrona własności intelektualnej, wydanie 4, </w:t>
            </w:r>
            <w:r w:rsidR="00CA017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br/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Warszawa 2019,</w:t>
            </w:r>
          </w:p>
          <w:p w14:paraId="30BF374D" w14:textId="03D4E665" w:rsidR="003428F1" w:rsidRPr="00F231A6" w:rsidRDefault="003428F1" w:rsidP="00CA0176">
            <w:pPr>
              <w:pStyle w:val="Punktygwne"/>
              <w:numPr>
                <w:ilvl w:val="1"/>
                <w:numId w:val="2"/>
              </w:numPr>
              <w:tabs>
                <w:tab w:val="clear" w:pos="643"/>
                <w:tab w:val="num" w:pos="319"/>
              </w:tabs>
              <w:spacing w:before="0" w:after="0"/>
              <w:ind w:left="319" w:hanging="283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M. </w:t>
            </w:r>
            <w:proofErr w:type="spellStart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Załucki</w:t>
            </w:r>
            <w:proofErr w:type="spellEnd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Prawo własności intelektualnej. Repetytorium. Warszawa 2010</w:t>
            </w:r>
            <w:r w:rsidR="00EE48B4"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</w:t>
            </w:r>
          </w:p>
          <w:p w14:paraId="68633B7F" w14:textId="77777777" w:rsidR="00EB2649" w:rsidRPr="00F231A6" w:rsidRDefault="00EB2649" w:rsidP="00CA0176">
            <w:pPr>
              <w:pStyle w:val="Punktygwne"/>
              <w:numPr>
                <w:ilvl w:val="1"/>
                <w:numId w:val="2"/>
              </w:numPr>
              <w:tabs>
                <w:tab w:val="clear" w:pos="643"/>
                <w:tab w:val="num" w:pos="319"/>
              </w:tabs>
              <w:spacing w:before="0" w:after="0"/>
              <w:ind w:left="319" w:hanging="283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J. Hetman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Podstawy prawa własności intelektualnej, Warszawa 2010;</w:t>
            </w:r>
          </w:p>
          <w:p w14:paraId="2CC04D53" w14:textId="3AE38038" w:rsidR="00EB2649" w:rsidRPr="00F231A6" w:rsidRDefault="00EB2649" w:rsidP="00CA0176">
            <w:pPr>
              <w:pStyle w:val="Punktygwne"/>
              <w:numPr>
                <w:ilvl w:val="1"/>
                <w:numId w:val="2"/>
              </w:numPr>
              <w:tabs>
                <w:tab w:val="clear" w:pos="643"/>
                <w:tab w:val="num" w:pos="319"/>
              </w:tabs>
              <w:spacing w:before="0" w:after="0"/>
              <w:ind w:left="319" w:hanging="283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J. </w:t>
            </w:r>
            <w:proofErr w:type="spellStart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Sieńczyło-Chlabicz</w:t>
            </w:r>
            <w:proofErr w:type="spellEnd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Prawo własności intelektualnej, </w:t>
            </w:r>
            <w:r w:rsidR="00CA017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br/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Warszawa 20</w:t>
            </w:r>
            <w:r w:rsidR="003B4DFD"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18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;</w:t>
            </w:r>
          </w:p>
          <w:p w14:paraId="50875264" w14:textId="306E24E7" w:rsidR="00BF77FD" w:rsidRPr="00F231A6" w:rsidRDefault="00BF77FD" w:rsidP="00CA0176">
            <w:pPr>
              <w:pStyle w:val="Punktygwne"/>
              <w:numPr>
                <w:ilvl w:val="1"/>
                <w:numId w:val="2"/>
              </w:numPr>
              <w:tabs>
                <w:tab w:val="clear" w:pos="643"/>
                <w:tab w:val="num" w:pos="319"/>
              </w:tabs>
              <w:spacing w:before="0" w:after="0"/>
              <w:ind w:left="319" w:hanging="283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K. Czub, 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własności intelektualnej, Warszawa 2021.</w:t>
            </w:r>
          </w:p>
          <w:p w14:paraId="1DD454A9" w14:textId="1FC4419D" w:rsidR="003428F1" w:rsidRPr="00F231A6" w:rsidRDefault="003428F1" w:rsidP="00CA01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120D9A" w:rsidRPr="00F231A6" w14:paraId="1D15FB5E" w14:textId="77777777" w:rsidTr="00CA0176">
        <w:trPr>
          <w:trHeight w:val="397"/>
        </w:trPr>
        <w:tc>
          <w:tcPr>
            <w:tcW w:w="7909" w:type="dxa"/>
          </w:tcPr>
          <w:p w14:paraId="0B851A03" w14:textId="77777777" w:rsidR="00AF7346" w:rsidRPr="00F231A6" w:rsidRDefault="00AF7346" w:rsidP="00CA017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48ABC546" w14:textId="36D53B45" w:rsidR="003B4DFD" w:rsidRPr="00F231A6" w:rsidRDefault="003B4DFD" w:rsidP="00CA0176">
            <w:pPr>
              <w:pStyle w:val="Punktygwne"/>
              <w:spacing w:before="0" w:after="0"/>
              <w:ind w:left="64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</w:p>
          <w:p w14:paraId="0931CB77" w14:textId="77777777" w:rsidR="0085747A" w:rsidRPr="00F231A6" w:rsidRDefault="00AF7346" w:rsidP="00CA0176">
            <w:pPr>
              <w:pStyle w:val="Punktygwne"/>
              <w:numPr>
                <w:ilvl w:val="2"/>
                <w:numId w:val="2"/>
              </w:numPr>
              <w:tabs>
                <w:tab w:val="clear" w:pos="729"/>
                <w:tab w:val="num" w:pos="369"/>
              </w:tabs>
              <w:spacing w:before="0" w:after="0"/>
              <w:ind w:left="319" w:hanging="283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M. </w:t>
            </w:r>
            <w:proofErr w:type="spellStart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Załucki</w:t>
            </w:r>
            <w:proofErr w:type="spellEnd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(red.), 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cywilne. Komentarz, wydanie 2, Warszawa 2020,</w:t>
            </w: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</w:t>
            </w:r>
          </w:p>
          <w:p w14:paraId="6B068B61" w14:textId="27BE37D2" w:rsidR="000E26EA" w:rsidRPr="00F231A6" w:rsidRDefault="003B4DFD" w:rsidP="00CA0176">
            <w:pPr>
              <w:pStyle w:val="Akapitzlist"/>
              <w:numPr>
                <w:ilvl w:val="2"/>
                <w:numId w:val="2"/>
              </w:numPr>
              <w:tabs>
                <w:tab w:val="clear" w:pos="729"/>
                <w:tab w:val="num" w:pos="369"/>
              </w:tabs>
              <w:spacing w:after="0" w:line="240" w:lineRule="auto"/>
              <w:ind w:left="319" w:hanging="283"/>
              <w:contextualSpacing w:val="0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J. </w:t>
            </w:r>
            <w:proofErr w:type="spellStart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Sieńczyło-Chlabicz</w:t>
            </w:r>
            <w:proofErr w:type="spellEnd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 (red.)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intelektualnej</w:t>
            </w:r>
            <w:r w:rsidR="00BF77FD"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. </w:t>
            </w:r>
            <w:r w:rsidR="00CA017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br/>
            </w:r>
            <w:r w:rsidR="00BF77FD"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Teoria a praktyka, 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Warszawa 2021</w:t>
            </w:r>
            <w:r w:rsidR="00BF77FD"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</w:t>
            </w:r>
            <w:r w:rsidR="000E26EA" w:rsidRPr="00F231A6">
              <w:rPr>
                <w:color w:val="000000" w:themeColor="text1"/>
              </w:rPr>
              <w:t xml:space="preserve"> </w:t>
            </w:r>
          </w:p>
          <w:p w14:paraId="3F8313D1" w14:textId="5AA3D1A5" w:rsidR="003B4DFD" w:rsidRPr="00F231A6" w:rsidRDefault="000E26EA" w:rsidP="00CA0176">
            <w:pPr>
              <w:pStyle w:val="Akapitzlist"/>
              <w:numPr>
                <w:ilvl w:val="2"/>
                <w:numId w:val="2"/>
              </w:numPr>
              <w:tabs>
                <w:tab w:val="clear" w:pos="729"/>
                <w:tab w:val="num" w:pos="369"/>
              </w:tabs>
              <w:spacing w:after="0" w:line="240" w:lineRule="auto"/>
              <w:ind w:left="319" w:hanging="283"/>
              <w:contextualSpacing w:val="0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P. Kostański, Ł. Żelechowski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przemysłowej, wydanie 2, Warszawa 2020,</w:t>
            </w:r>
          </w:p>
          <w:p w14:paraId="06CF3311" w14:textId="477049C2" w:rsidR="00702FA7" w:rsidRPr="00F231A6" w:rsidRDefault="00043E51" w:rsidP="00CA0176">
            <w:pPr>
              <w:pStyle w:val="Akapitzlist"/>
              <w:numPr>
                <w:ilvl w:val="2"/>
                <w:numId w:val="2"/>
              </w:numPr>
              <w:tabs>
                <w:tab w:val="clear" w:pos="729"/>
                <w:tab w:val="num" w:pos="369"/>
              </w:tabs>
              <w:spacing w:after="0" w:line="240" w:lineRule="auto"/>
              <w:ind w:left="319" w:hanging="283"/>
              <w:contextualSpacing w:val="0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Umowa „sprzedaży” dobra wirtualnego oraz konta na serwerze gry, „Wrocławskie Studia Sądowe Kwartalnik” </w:t>
            </w:r>
            <w:r w:rsidR="00CA0176">
              <w:rPr>
                <w:rFonts w:ascii="Corbel" w:hAnsi="Corbel"/>
                <w:color w:val="000000" w:themeColor="text1"/>
                <w:sz w:val="24"/>
                <w:szCs w:val="24"/>
              </w:rPr>
              <w:br/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Wrocław 4/2014 (13) s. 216 – 233, </w:t>
            </w:r>
          </w:p>
          <w:p w14:paraId="0F2E1BAE" w14:textId="39CA627B" w:rsidR="00C04F7E" w:rsidRPr="00F231A6" w:rsidRDefault="00C04F7E" w:rsidP="00CA0176">
            <w:pPr>
              <w:pStyle w:val="Akapitzlist"/>
              <w:numPr>
                <w:ilvl w:val="2"/>
                <w:numId w:val="2"/>
              </w:numPr>
              <w:tabs>
                <w:tab w:val="clear" w:pos="729"/>
                <w:tab w:val="num" w:pos="369"/>
              </w:tabs>
              <w:spacing w:after="0" w:line="240" w:lineRule="auto"/>
              <w:ind w:left="319" w:hanging="283"/>
              <w:contextualSpacing w:val="0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Obrót dobrami wirtualnymi w grach komputerowych. </w:t>
            </w:r>
            <w:r w:rsidR="00CA017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br/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Studium cywilnoprawne, Warszawa 2018</w:t>
            </w:r>
            <w:r w:rsidR="00C16FBD"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</w:t>
            </w:r>
          </w:p>
          <w:p w14:paraId="595A9280" w14:textId="2430DBB5" w:rsidR="00C16FBD" w:rsidRPr="00CA0176" w:rsidRDefault="00C16FBD" w:rsidP="00CA0176">
            <w:pPr>
              <w:pStyle w:val="Akapitzlist"/>
              <w:numPr>
                <w:ilvl w:val="2"/>
                <w:numId w:val="2"/>
              </w:numPr>
              <w:tabs>
                <w:tab w:val="clear" w:pos="729"/>
                <w:tab w:val="num" w:pos="369"/>
              </w:tabs>
              <w:spacing w:after="0" w:line="240" w:lineRule="auto"/>
              <w:ind w:left="319" w:hanging="283"/>
              <w:contextualSpacing w:val="0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F231A6">
              <w:rPr>
                <w:rFonts w:ascii="Corbel" w:hAnsi="Corbel"/>
                <w:color w:val="000000" w:themeColor="text1"/>
              </w:rPr>
              <w:t xml:space="preserve">Utwory w grach komputerowych – tworzenie, korzystanie i rozporządzanie nimi przez graczy, </w:t>
            </w:r>
            <w:r w:rsidR="00CA0176">
              <w:rPr>
                <w:rFonts w:ascii="Corbel" w:hAnsi="Corbel"/>
                <w:color w:val="000000" w:themeColor="text1"/>
              </w:rPr>
              <w:br/>
            </w:r>
            <w:r w:rsidRPr="00F231A6">
              <w:rPr>
                <w:rFonts w:ascii="Corbel" w:hAnsi="Corbel"/>
                <w:color w:val="000000" w:themeColor="text1"/>
              </w:rPr>
              <w:t>Kwartalnik Urzędu Patentowego RP 2018 nr 2, 87-90.</w:t>
            </w:r>
          </w:p>
          <w:p w14:paraId="7693BF12" w14:textId="79F5A800" w:rsidR="00CA0176" w:rsidRPr="00F231A6" w:rsidRDefault="00CA0176" w:rsidP="00CA0176">
            <w:pPr>
              <w:pStyle w:val="Akapitzlist"/>
              <w:spacing w:after="0" w:line="240" w:lineRule="auto"/>
              <w:ind w:left="729"/>
              <w:contextualSpacing w:val="0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6F59194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465B209" w14:textId="77777777" w:rsidR="00CA0176" w:rsidRPr="00F231A6" w:rsidRDefault="00CA01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18A3AFA" w14:textId="77777777" w:rsidR="0085747A" w:rsidRPr="00F231A6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F231A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AAA72" w14:textId="77777777" w:rsidR="00E911BD" w:rsidRDefault="00E911BD" w:rsidP="00C16ABF">
      <w:pPr>
        <w:spacing w:after="0" w:line="240" w:lineRule="auto"/>
      </w:pPr>
      <w:r>
        <w:separator/>
      </w:r>
    </w:p>
  </w:endnote>
  <w:endnote w:type="continuationSeparator" w:id="0">
    <w:p w14:paraId="15597CFE" w14:textId="77777777" w:rsidR="00E911BD" w:rsidRDefault="00E911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442C5" w14:textId="77777777" w:rsidR="00E911BD" w:rsidRDefault="00E911BD" w:rsidP="00C16ABF">
      <w:pPr>
        <w:spacing w:after="0" w:line="240" w:lineRule="auto"/>
      </w:pPr>
      <w:r>
        <w:separator/>
      </w:r>
    </w:p>
  </w:footnote>
  <w:footnote w:type="continuationSeparator" w:id="0">
    <w:p w14:paraId="155CF25E" w14:textId="77777777" w:rsidR="00E911BD" w:rsidRDefault="00E911BD" w:rsidP="00C16ABF">
      <w:pPr>
        <w:spacing w:after="0" w:line="240" w:lineRule="auto"/>
      </w:pPr>
      <w:r>
        <w:continuationSeparator/>
      </w:r>
    </w:p>
  </w:footnote>
  <w:footnote w:id="1">
    <w:p w14:paraId="684A0A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ascii="Corbel" w:eastAsia="Cambria" w:hAnsi="Corbel" w:cs="Times New Roman" w:hint="default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29"/>
        </w:tabs>
        <w:ind w:left="729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1661851">
    <w:abstractNumId w:val="1"/>
  </w:num>
  <w:num w:numId="2" w16cid:durableId="8993914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3E51"/>
    <w:rsid w:val="00044C82"/>
    <w:rsid w:val="00070ED6"/>
    <w:rsid w:val="000742DC"/>
    <w:rsid w:val="000806A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B3F"/>
    <w:rsid w:val="000E26EA"/>
    <w:rsid w:val="000F1C57"/>
    <w:rsid w:val="000F5615"/>
    <w:rsid w:val="0011279A"/>
    <w:rsid w:val="00120D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044"/>
    <w:rsid w:val="001A70D2"/>
    <w:rsid w:val="001B3FBF"/>
    <w:rsid w:val="001D657B"/>
    <w:rsid w:val="001D7B54"/>
    <w:rsid w:val="001E0209"/>
    <w:rsid w:val="001F03EE"/>
    <w:rsid w:val="001F2CA2"/>
    <w:rsid w:val="001F31F9"/>
    <w:rsid w:val="002013C1"/>
    <w:rsid w:val="002144C0"/>
    <w:rsid w:val="0021572F"/>
    <w:rsid w:val="0022477D"/>
    <w:rsid w:val="002278A9"/>
    <w:rsid w:val="002336F9"/>
    <w:rsid w:val="0024028F"/>
    <w:rsid w:val="00244ABC"/>
    <w:rsid w:val="00281FF2"/>
    <w:rsid w:val="002857DE"/>
    <w:rsid w:val="002913B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8EE"/>
    <w:rsid w:val="003428F1"/>
    <w:rsid w:val="00346FE9"/>
    <w:rsid w:val="0034759A"/>
    <w:rsid w:val="003503F6"/>
    <w:rsid w:val="003530DD"/>
    <w:rsid w:val="00363F78"/>
    <w:rsid w:val="003766DD"/>
    <w:rsid w:val="00391A3C"/>
    <w:rsid w:val="003A0A5B"/>
    <w:rsid w:val="003A1176"/>
    <w:rsid w:val="003B4DFD"/>
    <w:rsid w:val="003B5DE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AEB"/>
    <w:rsid w:val="00445970"/>
    <w:rsid w:val="00461EFC"/>
    <w:rsid w:val="004652C2"/>
    <w:rsid w:val="004706D1"/>
    <w:rsid w:val="00471326"/>
    <w:rsid w:val="0047598D"/>
    <w:rsid w:val="00477347"/>
    <w:rsid w:val="004840FD"/>
    <w:rsid w:val="00490F7D"/>
    <w:rsid w:val="00491678"/>
    <w:rsid w:val="004968E2"/>
    <w:rsid w:val="004A3EEA"/>
    <w:rsid w:val="004A4D1F"/>
    <w:rsid w:val="004C11B5"/>
    <w:rsid w:val="004C2B5D"/>
    <w:rsid w:val="004D5282"/>
    <w:rsid w:val="004F1551"/>
    <w:rsid w:val="004F55A3"/>
    <w:rsid w:val="00501C6A"/>
    <w:rsid w:val="0050496F"/>
    <w:rsid w:val="00513B6F"/>
    <w:rsid w:val="00517C63"/>
    <w:rsid w:val="005363C4"/>
    <w:rsid w:val="00536BDE"/>
    <w:rsid w:val="00543ACC"/>
    <w:rsid w:val="0056696D"/>
    <w:rsid w:val="005740E2"/>
    <w:rsid w:val="0059484D"/>
    <w:rsid w:val="005A0855"/>
    <w:rsid w:val="005A133C"/>
    <w:rsid w:val="005A3196"/>
    <w:rsid w:val="005C080F"/>
    <w:rsid w:val="005C19EF"/>
    <w:rsid w:val="005C55E5"/>
    <w:rsid w:val="005C696A"/>
    <w:rsid w:val="005E0FF3"/>
    <w:rsid w:val="005E3B34"/>
    <w:rsid w:val="005E5DC0"/>
    <w:rsid w:val="005E6E85"/>
    <w:rsid w:val="005F31D2"/>
    <w:rsid w:val="0061029B"/>
    <w:rsid w:val="006158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FA7"/>
    <w:rsid w:val="00706544"/>
    <w:rsid w:val="007072BA"/>
    <w:rsid w:val="0071620A"/>
    <w:rsid w:val="007235FC"/>
    <w:rsid w:val="00724677"/>
    <w:rsid w:val="00725459"/>
    <w:rsid w:val="007327BD"/>
    <w:rsid w:val="00734608"/>
    <w:rsid w:val="00745302"/>
    <w:rsid w:val="007461D6"/>
    <w:rsid w:val="00746EC8"/>
    <w:rsid w:val="0076375D"/>
    <w:rsid w:val="00763BF1"/>
    <w:rsid w:val="00766FD4"/>
    <w:rsid w:val="0078168C"/>
    <w:rsid w:val="00787C2A"/>
    <w:rsid w:val="00790E27"/>
    <w:rsid w:val="0079539B"/>
    <w:rsid w:val="007A4022"/>
    <w:rsid w:val="007A6A67"/>
    <w:rsid w:val="007A6E6E"/>
    <w:rsid w:val="007A74E9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4B44"/>
    <w:rsid w:val="00881B9E"/>
    <w:rsid w:val="00884922"/>
    <w:rsid w:val="00885F64"/>
    <w:rsid w:val="008917F9"/>
    <w:rsid w:val="00896D28"/>
    <w:rsid w:val="008A45F7"/>
    <w:rsid w:val="008C0CC0"/>
    <w:rsid w:val="008C19A9"/>
    <w:rsid w:val="008C1D36"/>
    <w:rsid w:val="008C379D"/>
    <w:rsid w:val="008C5147"/>
    <w:rsid w:val="008C5359"/>
    <w:rsid w:val="008C5363"/>
    <w:rsid w:val="008D3DFB"/>
    <w:rsid w:val="008E64F4"/>
    <w:rsid w:val="008F12C9"/>
    <w:rsid w:val="008F6E29"/>
    <w:rsid w:val="009038BB"/>
    <w:rsid w:val="009045BC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7B"/>
    <w:rsid w:val="00A75C6C"/>
    <w:rsid w:val="00A84C85"/>
    <w:rsid w:val="00A93BB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AE0"/>
    <w:rsid w:val="00AF7346"/>
    <w:rsid w:val="00B06142"/>
    <w:rsid w:val="00B0706F"/>
    <w:rsid w:val="00B135B1"/>
    <w:rsid w:val="00B1745E"/>
    <w:rsid w:val="00B21602"/>
    <w:rsid w:val="00B3130B"/>
    <w:rsid w:val="00B40ADB"/>
    <w:rsid w:val="00B43B77"/>
    <w:rsid w:val="00B43E80"/>
    <w:rsid w:val="00B607DB"/>
    <w:rsid w:val="00B61BBD"/>
    <w:rsid w:val="00B66529"/>
    <w:rsid w:val="00B75946"/>
    <w:rsid w:val="00B8056E"/>
    <w:rsid w:val="00B819C8"/>
    <w:rsid w:val="00B82308"/>
    <w:rsid w:val="00B87831"/>
    <w:rsid w:val="00B90885"/>
    <w:rsid w:val="00BB520A"/>
    <w:rsid w:val="00BD1844"/>
    <w:rsid w:val="00BD3869"/>
    <w:rsid w:val="00BD66E9"/>
    <w:rsid w:val="00BD6FF4"/>
    <w:rsid w:val="00BF2C41"/>
    <w:rsid w:val="00BF77FD"/>
    <w:rsid w:val="00C04F7E"/>
    <w:rsid w:val="00C058B4"/>
    <w:rsid w:val="00C05F44"/>
    <w:rsid w:val="00C131B5"/>
    <w:rsid w:val="00C16ABF"/>
    <w:rsid w:val="00C16FBD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446"/>
    <w:rsid w:val="00C94B98"/>
    <w:rsid w:val="00CA0176"/>
    <w:rsid w:val="00CA1789"/>
    <w:rsid w:val="00CA2B96"/>
    <w:rsid w:val="00CA5089"/>
    <w:rsid w:val="00CA56E5"/>
    <w:rsid w:val="00CB6C4D"/>
    <w:rsid w:val="00CB7707"/>
    <w:rsid w:val="00CD6897"/>
    <w:rsid w:val="00CE5BAC"/>
    <w:rsid w:val="00CE5EAF"/>
    <w:rsid w:val="00CF25BE"/>
    <w:rsid w:val="00CF46AD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1DA"/>
    <w:rsid w:val="00D704B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1BD"/>
    <w:rsid w:val="00E960BB"/>
    <w:rsid w:val="00EA2074"/>
    <w:rsid w:val="00EA4832"/>
    <w:rsid w:val="00EA4E9D"/>
    <w:rsid w:val="00EB2649"/>
    <w:rsid w:val="00EC3A34"/>
    <w:rsid w:val="00EC4899"/>
    <w:rsid w:val="00ED03AB"/>
    <w:rsid w:val="00ED32D2"/>
    <w:rsid w:val="00EE32DE"/>
    <w:rsid w:val="00EE48B4"/>
    <w:rsid w:val="00EE5457"/>
    <w:rsid w:val="00F070AB"/>
    <w:rsid w:val="00F17567"/>
    <w:rsid w:val="00F231A6"/>
    <w:rsid w:val="00F27A7B"/>
    <w:rsid w:val="00F32169"/>
    <w:rsid w:val="00F526AF"/>
    <w:rsid w:val="00F617C3"/>
    <w:rsid w:val="00F7066B"/>
    <w:rsid w:val="00F83B28"/>
    <w:rsid w:val="00F85789"/>
    <w:rsid w:val="00F974DA"/>
    <w:rsid w:val="00FA46E5"/>
    <w:rsid w:val="00FA5C72"/>
    <w:rsid w:val="00FB7DBA"/>
    <w:rsid w:val="00FC1C25"/>
    <w:rsid w:val="00FC3F45"/>
    <w:rsid w:val="00FD2A64"/>
    <w:rsid w:val="00FD503F"/>
    <w:rsid w:val="00FD7589"/>
    <w:rsid w:val="00FF016A"/>
    <w:rsid w:val="00FF1401"/>
    <w:rsid w:val="00FF5E7D"/>
    <w:rsid w:val="0D050689"/>
    <w:rsid w:val="0E505AE2"/>
    <w:rsid w:val="109C2637"/>
    <w:rsid w:val="123CAC18"/>
    <w:rsid w:val="1D92ABF2"/>
    <w:rsid w:val="1DBE713E"/>
    <w:rsid w:val="32F87299"/>
    <w:rsid w:val="3D285B30"/>
    <w:rsid w:val="40F7F660"/>
    <w:rsid w:val="4A6F3CC3"/>
    <w:rsid w:val="4CC267D8"/>
    <w:rsid w:val="567A25D3"/>
    <w:rsid w:val="575EDC8D"/>
    <w:rsid w:val="58305DB9"/>
    <w:rsid w:val="5857F644"/>
    <w:rsid w:val="5BA3D758"/>
    <w:rsid w:val="5EC737C8"/>
    <w:rsid w:val="721CE9DA"/>
    <w:rsid w:val="725F82F7"/>
    <w:rsid w:val="7C82327E"/>
    <w:rsid w:val="7D0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2D6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913B3"/>
    <w:pPr>
      <w:widowControl w:val="0"/>
      <w:autoSpaceDE w:val="0"/>
      <w:autoSpaceDN w:val="0"/>
      <w:spacing w:after="0" w:line="226" w:lineRule="exact"/>
      <w:ind w:left="107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26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8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41BD1-6068-42CC-B448-78EC630CC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1410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2025-12-31T09:36:00Z</cp:lastPrinted>
  <dcterms:created xsi:type="dcterms:W3CDTF">2023-10-02T07:37:00Z</dcterms:created>
  <dcterms:modified xsi:type="dcterms:W3CDTF">2025-12-31T09:37:00Z</dcterms:modified>
</cp:coreProperties>
</file>